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15295744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8383270</wp:posOffset>
                </wp:positionV>
                <wp:extent cx="297180" cy="281305"/>
                <wp:effectExtent l="0" t="0" r="7620" b="6985"/>
                <wp:wrapNone/>
                <wp:docPr id="8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832735" y="8383270"/>
                          <a:ext cx="297180" cy="281305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B65A8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223.05pt;margin-top:660.1pt;height:22.15pt;width:23.4pt;z-index:315295744;v-text-anchor:middle;mso-width-relative:page;mso-height-relative:page;" fillcolor="#5B65A8" filled="t" stroked="f" coordsize="90,93" o:gfxdata="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5294720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7887335</wp:posOffset>
                </wp:positionV>
                <wp:extent cx="216535" cy="234315"/>
                <wp:effectExtent l="0" t="0" r="12065" b="13335"/>
                <wp:wrapNone/>
                <wp:docPr id="304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72740" y="7887335"/>
                          <a:ext cx="216535" cy="234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B65A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226.2pt;margin-top:621.05pt;height:18.45pt;width:17.05pt;z-index:315294720;v-text-anchor:middle;mso-width-relative:page;mso-height-relative:page;" fillcolor="#5B65A8" filled="t" stroked="f" coordsize="396520,469210" o:gfxdata="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5293696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7363460</wp:posOffset>
                </wp:positionV>
                <wp:extent cx="291465" cy="262255"/>
                <wp:effectExtent l="0" t="0" r="13335" b="4445"/>
                <wp:wrapNone/>
                <wp:docPr id="1" name="男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835275" y="7363460"/>
                          <a:ext cx="291465" cy="262255"/>
                        </a:xfrm>
                        <a:custGeom>
                          <a:avLst/>
                          <a:gdLst>
                            <a:gd name="T0" fmla="*/ 416334317 w 5965"/>
                            <a:gd name="T1" fmla="*/ 75815881 h 5525"/>
                            <a:gd name="T2" fmla="*/ 416538070 w 5965"/>
                            <a:gd name="T3" fmla="*/ 102142015 h 5525"/>
                            <a:gd name="T4" fmla="*/ 412968551 w 5965"/>
                            <a:gd name="T5" fmla="*/ 149998739 h 5525"/>
                            <a:gd name="T6" fmla="*/ 415008322 w 5965"/>
                            <a:gd name="T7" fmla="*/ 163264210 h 5525"/>
                            <a:gd name="T8" fmla="*/ 420413859 w 5965"/>
                            <a:gd name="T9" fmla="*/ 173672291 h 5525"/>
                            <a:gd name="T10" fmla="*/ 424493721 w 5965"/>
                            <a:gd name="T11" fmla="*/ 190712788 h 5525"/>
                            <a:gd name="T12" fmla="*/ 423983698 w 5965"/>
                            <a:gd name="T13" fmla="*/ 209080215 h 5525"/>
                            <a:gd name="T14" fmla="*/ 420107909 w 5965"/>
                            <a:gd name="T15" fmla="*/ 229590285 h 5525"/>
                            <a:gd name="T16" fmla="*/ 413478254 w 5965"/>
                            <a:gd name="T17" fmla="*/ 244691987 h 5525"/>
                            <a:gd name="T18" fmla="*/ 407766767 w 5965"/>
                            <a:gd name="T19" fmla="*/ 249590096 h 5525"/>
                            <a:gd name="T20" fmla="*/ 397465396 w 5965"/>
                            <a:gd name="T21" fmla="*/ 255814496 h 5525"/>
                            <a:gd name="T22" fmla="*/ 392671758 w 5965"/>
                            <a:gd name="T23" fmla="*/ 263977690 h 5525"/>
                            <a:gd name="T24" fmla="*/ 390020087 w 5965"/>
                            <a:gd name="T25" fmla="*/ 284385517 h 5525"/>
                            <a:gd name="T26" fmla="*/ 387878120 w 5965"/>
                            <a:gd name="T27" fmla="*/ 299385614 h 5525"/>
                            <a:gd name="T28" fmla="*/ 380840638 w 5965"/>
                            <a:gd name="T29" fmla="*/ 311222230 h 5525"/>
                            <a:gd name="T30" fmla="*/ 372681234 w 5965"/>
                            <a:gd name="T31" fmla="*/ 324079365 h 5525"/>
                            <a:gd name="T32" fmla="*/ 387878120 w 5965"/>
                            <a:gd name="T33" fmla="*/ 335099630 h 5525"/>
                            <a:gd name="T34" fmla="*/ 404502878 w 5965"/>
                            <a:gd name="T35" fmla="*/ 367242149 h 5525"/>
                            <a:gd name="T36" fmla="*/ 414090473 w 5965"/>
                            <a:gd name="T37" fmla="*/ 377956321 h 5525"/>
                            <a:gd name="T38" fmla="*/ 487932935 w 5965"/>
                            <a:gd name="T39" fmla="*/ 405201051 h 5525"/>
                            <a:gd name="T40" fmla="*/ 557083956 w 5965"/>
                            <a:gd name="T41" fmla="*/ 433568224 h 5525"/>
                            <a:gd name="T42" fmla="*/ 582786287 w 5965"/>
                            <a:gd name="T43" fmla="*/ 444180473 h 5525"/>
                            <a:gd name="T44" fmla="*/ 595535256 w 5965"/>
                            <a:gd name="T45" fmla="*/ 453160019 h 5525"/>
                            <a:gd name="T46" fmla="*/ 604816582 w 5965"/>
                            <a:gd name="T47" fmla="*/ 465710742 h 5525"/>
                            <a:gd name="T48" fmla="*/ 607774521 w 5965"/>
                            <a:gd name="T49" fmla="*/ 515098245 h 5525"/>
                            <a:gd name="T50" fmla="*/ 204073 w 5965"/>
                            <a:gd name="T51" fmla="*/ 563771320 h 5525"/>
                            <a:gd name="T52" fmla="*/ 1427872 w 5965"/>
                            <a:gd name="T53" fmla="*/ 479588397 h 5525"/>
                            <a:gd name="T54" fmla="*/ 6323706 w 5965"/>
                            <a:gd name="T55" fmla="*/ 461017121 h 5525"/>
                            <a:gd name="T56" fmla="*/ 16930707 w 5965"/>
                            <a:gd name="T57" fmla="*/ 449792689 h 5525"/>
                            <a:gd name="T58" fmla="*/ 30495968 w 5965"/>
                            <a:gd name="T59" fmla="*/ 441629494 h 5525"/>
                            <a:gd name="T60" fmla="*/ 67621272 w 5965"/>
                            <a:gd name="T61" fmla="*/ 427751840 h 5525"/>
                            <a:gd name="T62" fmla="*/ 156558744 w 5965"/>
                            <a:gd name="T63" fmla="*/ 389895181 h 5525"/>
                            <a:gd name="T64" fmla="*/ 196336039 w 5965"/>
                            <a:gd name="T65" fmla="*/ 376425862 h 5525"/>
                            <a:gd name="T66" fmla="*/ 207555259 w 5965"/>
                            <a:gd name="T67" fmla="*/ 361425765 h 5525"/>
                            <a:gd name="T68" fmla="*/ 232951320 w 5965"/>
                            <a:gd name="T69" fmla="*/ 332038392 h 5525"/>
                            <a:gd name="T70" fmla="*/ 227545783 w 5965"/>
                            <a:gd name="T71" fmla="*/ 319283501 h 5525"/>
                            <a:gd name="T72" fmla="*/ 219284183 w 5965"/>
                            <a:gd name="T73" fmla="*/ 309487603 h 5525"/>
                            <a:gd name="T74" fmla="*/ 211634801 w 5965"/>
                            <a:gd name="T75" fmla="*/ 254079869 h 5525"/>
                            <a:gd name="T76" fmla="*/ 201435626 w 5965"/>
                            <a:gd name="T77" fmla="*/ 252038830 h 5525"/>
                            <a:gd name="T78" fmla="*/ 194602217 w 5965"/>
                            <a:gd name="T79" fmla="*/ 247549057 h 5525"/>
                            <a:gd name="T80" fmla="*/ 188584461 w 5965"/>
                            <a:gd name="T81" fmla="*/ 236324625 h 5525"/>
                            <a:gd name="T82" fmla="*/ 183484873 w 5965"/>
                            <a:gd name="T83" fmla="*/ 214284096 h 5525"/>
                            <a:gd name="T84" fmla="*/ 180731007 w 5965"/>
                            <a:gd name="T85" fmla="*/ 182651837 h 5525"/>
                            <a:gd name="T86" fmla="*/ 183484873 w 5965"/>
                            <a:gd name="T87" fmla="*/ 173978383 h 5525"/>
                            <a:gd name="T88" fmla="*/ 188380388 w 5965"/>
                            <a:gd name="T89" fmla="*/ 161325415 h 5525"/>
                            <a:gd name="T90" fmla="*/ 186442494 w 5965"/>
                            <a:gd name="T91" fmla="*/ 146325318 h 5525"/>
                            <a:gd name="T92" fmla="*/ 182158878 w 5965"/>
                            <a:gd name="T93" fmla="*/ 105101329 h 5525"/>
                            <a:gd name="T94" fmla="*/ 185728718 w 5965"/>
                            <a:gd name="T95" fmla="*/ 72550475 h 5525"/>
                            <a:gd name="T96" fmla="*/ 195927893 w 5965"/>
                            <a:gd name="T97" fmla="*/ 47856724 h 5525"/>
                            <a:gd name="T98" fmla="*/ 211736678 w 5965"/>
                            <a:gd name="T99" fmla="*/ 30203724 h 5525"/>
                            <a:gd name="T100" fmla="*/ 231931275 w 5965"/>
                            <a:gd name="T101" fmla="*/ 18979291 h 5525"/>
                            <a:gd name="T102" fmla="*/ 260693422 w 5965"/>
                            <a:gd name="T103" fmla="*/ 8367362 h 5525"/>
                            <a:gd name="T104" fmla="*/ 283845639 w 5965"/>
                            <a:gd name="T105" fmla="*/ 2346811 h 5525"/>
                            <a:gd name="T106" fmla="*/ 309547969 w 5965"/>
                            <a:gd name="T107" fmla="*/ 0 h 5525"/>
                            <a:gd name="T108" fmla="*/ 336575975 w 5965"/>
                            <a:gd name="T109" fmla="*/ 3469254 h 5525"/>
                            <a:gd name="T110" fmla="*/ 364114003 w 5965"/>
                            <a:gd name="T111" fmla="*/ 15305870 h 5525"/>
                            <a:gd name="T112" fmla="*/ 399199536 w 5965"/>
                            <a:gd name="T113" fmla="*/ 32550854 h 5525"/>
                            <a:gd name="T114" fmla="*/ 407256744 w 5965"/>
                            <a:gd name="T115" fmla="*/ 44081378 h 552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5965" h="5525">
                              <a:moveTo>
                                <a:pt x="4036" y="532"/>
                              </a:moveTo>
                              <a:lnTo>
                                <a:pt x="4036" y="532"/>
                              </a:lnTo>
                              <a:lnTo>
                                <a:pt x="4053" y="600"/>
                              </a:lnTo>
                              <a:lnTo>
                                <a:pt x="4065" y="654"/>
                              </a:lnTo>
                              <a:lnTo>
                                <a:pt x="4075" y="700"/>
                              </a:lnTo>
                              <a:lnTo>
                                <a:pt x="4082" y="743"/>
                              </a:lnTo>
                              <a:lnTo>
                                <a:pt x="4085" y="785"/>
                              </a:lnTo>
                              <a:lnTo>
                                <a:pt x="4088" y="833"/>
                              </a:lnTo>
                              <a:lnTo>
                                <a:pt x="4088" y="889"/>
                              </a:lnTo>
                              <a:lnTo>
                                <a:pt x="4087" y="959"/>
                              </a:lnTo>
                              <a:lnTo>
                                <a:pt x="4084" y="1001"/>
                              </a:lnTo>
                              <a:lnTo>
                                <a:pt x="4079" y="1065"/>
                              </a:lnTo>
                              <a:lnTo>
                                <a:pt x="4063" y="1229"/>
                              </a:lnTo>
                              <a:lnTo>
                                <a:pt x="4056" y="1316"/>
                              </a:lnTo>
                              <a:lnTo>
                                <a:pt x="4051" y="1398"/>
                              </a:lnTo>
                              <a:lnTo>
                                <a:pt x="4050" y="1436"/>
                              </a:lnTo>
                              <a:lnTo>
                                <a:pt x="4049" y="1470"/>
                              </a:lnTo>
                              <a:lnTo>
                                <a:pt x="4050" y="1499"/>
                              </a:lnTo>
                              <a:lnTo>
                                <a:pt x="4051" y="1523"/>
                              </a:lnTo>
                              <a:lnTo>
                                <a:pt x="4055" y="1555"/>
                              </a:lnTo>
                              <a:lnTo>
                                <a:pt x="4061" y="1580"/>
                              </a:lnTo>
                              <a:lnTo>
                                <a:pt x="4069" y="1600"/>
                              </a:lnTo>
                              <a:lnTo>
                                <a:pt x="4076" y="1619"/>
                              </a:lnTo>
                              <a:lnTo>
                                <a:pt x="4085" y="1636"/>
                              </a:lnTo>
                              <a:lnTo>
                                <a:pt x="4097" y="1655"/>
                              </a:lnTo>
                              <a:lnTo>
                                <a:pt x="4109" y="1676"/>
                              </a:lnTo>
                              <a:lnTo>
                                <a:pt x="4122" y="1702"/>
                              </a:lnTo>
                              <a:lnTo>
                                <a:pt x="4133" y="1727"/>
                              </a:lnTo>
                              <a:lnTo>
                                <a:pt x="4142" y="1754"/>
                              </a:lnTo>
                              <a:lnTo>
                                <a:pt x="4149" y="1782"/>
                              </a:lnTo>
                              <a:lnTo>
                                <a:pt x="4156" y="1811"/>
                              </a:lnTo>
                              <a:lnTo>
                                <a:pt x="4159" y="1840"/>
                              </a:lnTo>
                              <a:lnTo>
                                <a:pt x="4162" y="1869"/>
                              </a:lnTo>
                              <a:lnTo>
                                <a:pt x="4163" y="1899"/>
                              </a:lnTo>
                              <a:lnTo>
                                <a:pt x="4165" y="1929"/>
                              </a:lnTo>
                              <a:lnTo>
                                <a:pt x="4163" y="1959"/>
                              </a:lnTo>
                              <a:lnTo>
                                <a:pt x="4162" y="1989"/>
                              </a:lnTo>
                              <a:lnTo>
                                <a:pt x="4160" y="2018"/>
                              </a:lnTo>
                              <a:lnTo>
                                <a:pt x="4157" y="2049"/>
                              </a:lnTo>
                              <a:lnTo>
                                <a:pt x="4149" y="2104"/>
                              </a:lnTo>
                              <a:lnTo>
                                <a:pt x="4140" y="2158"/>
                              </a:lnTo>
                              <a:lnTo>
                                <a:pt x="4134" y="2187"/>
                              </a:lnTo>
                              <a:lnTo>
                                <a:pt x="4127" y="2218"/>
                              </a:lnTo>
                              <a:lnTo>
                                <a:pt x="4119" y="2250"/>
                              </a:lnTo>
                              <a:lnTo>
                                <a:pt x="4109" y="2283"/>
                              </a:lnTo>
                              <a:lnTo>
                                <a:pt x="4097" y="2315"/>
                              </a:lnTo>
                              <a:lnTo>
                                <a:pt x="4084" y="2345"/>
                              </a:lnTo>
                              <a:lnTo>
                                <a:pt x="4070" y="2373"/>
                              </a:lnTo>
                              <a:lnTo>
                                <a:pt x="4062" y="2387"/>
                              </a:lnTo>
                              <a:lnTo>
                                <a:pt x="4054" y="2398"/>
                              </a:lnTo>
                              <a:lnTo>
                                <a:pt x="4045" y="2410"/>
                              </a:lnTo>
                              <a:lnTo>
                                <a:pt x="4034" y="2420"/>
                              </a:lnTo>
                              <a:lnTo>
                                <a:pt x="4023" y="2430"/>
                              </a:lnTo>
                              <a:lnTo>
                                <a:pt x="4011" y="2438"/>
                              </a:lnTo>
                              <a:lnTo>
                                <a:pt x="3998" y="2446"/>
                              </a:lnTo>
                              <a:lnTo>
                                <a:pt x="3986" y="2452"/>
                              </a:lnTo>
                              <a:lnTo>
                                <a:pt x="3959" y="2467"/>
                              </a:lnTo>
                              <a:lnTo>
                                <a:pt x="3933" y="2480"/>
                              </a:lnTo>
                              <a:lnTo>
                                <a:pt x="3920" y="2488"/>
                              </a:lnTo>
                              <a:lnTo>
                                <a:pt x="3908" y="2497"/>
                              </a:lnTo>
                              <a:lnTo>
                                <a:pt x="3897" y="2507"/>
                              </a:lnTo>
                              <a:lnTo>
                                <a:pt x="3887" y="2517"/>
                              </a:lnTo>
                              <a:lnTo>
                                <a:pt x="3877" y="2529"/>
                              </a:lnTo>
                              <a:lnTo>
                                <a:pt x="3868" y="2544"/>
                              </a:lnTo>
                              <a:lnTo>
                                <a:pt x="3858" y="2565"/>
                              </a:lnTo>
                              <a:lnTo>
                                <a:pt x="3850" y="2587"/>
                              </a:lnTo>
                              <a:lnTo>
                                <a:pt x="3843" y="2611"/>
                              </a:lnTo>
                              <a:lnTo>
                                <a:pt x="3838" y="2634"/>
                              </a:lnTo>
                              <a:lnTo>
                                <a:pt x="3834" y="2659"/>
                              </a:lnTo>
                              <a:lnTo>
                                <a:pt x="3831" y="2684"/>
                              </a:lnTo>
                              <a:lnTo>
                                <a:pt x="3828" y="2736"/>
                              </a:lnTo>
                              <a:lnTo>
                                <a:pt x="3824" y="2787"/>
                              </a:lnTo>
                              <a:lnTo>
                                <a:pt x="3821" y="2837"/>
                              </a:lnTo>
                              <a:lnTo>
                                <a:pt x="3819" y="2863"/>
                              </a:lnTo>
                              <a:lnTo>
                                <a:pt x="3814" y="2887"/>
                              </a:lnTo>
                              <a:lnTo>
                                <a:pt x="3810" y="2911"/>
                              </a:lnTo>
                              <a:lnTo>
                                <a:pt x="3803" y="2934"/>
                              </a:lnTo>
                              <a:lnTo>
                                <a:pt x="3794" y="2959"/>
                              </a:lnTo>
                              <a:lnTo>
                                <a:pt x="3784" y="2980"/>
                              </a:lnTo>
                              <a:lnTo>
                                <a:pt x="3773" y="3000"/>
                              </a:lnTo>
                              <a:lnTo>
                                <a:pt x="3761" y="3018"/>
                              </a:lnTo>
                              <a:lnTo>
                                <a:pt x="3747" y="3035"/>
                              </a:lnTo>
                              <a:lnTo>
                                <a:pt x="3734" y="3050"/>
                              </a:lnTo>
                              <a:lnTo>
                                <a:pt x="3708" y="3081"/>
                              </a:lnTo>
                              <a:lnTo>
                                <a:pt x="3696" y="3098"/>
                              </a:lnTo>
                              <a:lnTo>
                                <a:pt x="3684" y="3115"/>
                              </a:lnTo>
                              <a:lnTo>
                                <a:pt x="3673" y="3133"/>
                              </a:lnTo>
                              <a:lnTo>
                                <a:pt x="3663" y="3153"/>
                              </a:lnTo>
                              <a:lnTo>
                                <a:pt x="3654" y="3176"/>
                              </a:lnTo>
                              <a:lnTo>
                                <a:pt x="3647" y="3201"/>
                              </a:lnTo>
                              <a:lnTo>
                                <a:pt x="3643" y="3229"/>
                              </a:lnTo>
                              <a:lnTo>
                                <a:pt x="3640" y="3261"/>
                              </a:lnTo>
                              <a:lnTo>
                                <a:pt x="3803" y="3284"/>
                              </a:lnTo>
                              <a:lnTo>
                                <a:pt x="3852" y="3389"/>
                              </a:lnTo>
                              <a:lnTo>
                                <a:pt x="3881" y="3449"/>
                              </a:lnTo>
                              <a:lnTo>
                                <a:pt x="3914" y="3511"/>
                              </a:lnTo>
                              <a:lnTo>
                                <a:pt x="3930" y="3542"/>
                              </a:lnTo>
                              <a:lnTo>
                                <a:pt x="3948" y="3571"/>
                              </a:lnTo>
                              <a:lnTo>
                                <a:pt x="3966" y="3599"/>
                              </a:lnTo>
                              <a:lnTo>
                                <a:pt x="3985" y="3626"/>
                              </a:lnTo>
                              <a:lnTo>
                                <a:pt x="4003" y="3649"/>
                              </a:lnTo>
                              <a:lnTo>
                                <a:pt x="4022" y="3670"/>
                              </a:lnTo>
                              <a:lnTo>
                                <a:pt x="4041" y="3689"/>
                              </a:lnTo>
                              <a:lnTo>
                                <a:pt x="4051" y="3697"/>
                              </a:lnTo>
                              <a:lnTo>
                                <a:pt x="4060" y="3704"/>
                              </a:lnTo>
                              <a:lnTo>
                                <a:pt x="4316" y="3774"/>
                              </a:lnTo>
                              <a:lnTo>
                                <a:pt x="4431" y="3821"/>
                              </a:lnTo>
                              <a:lnTo>
                                <a:pt x="4547" y="3870"/>
                              </a:lnTo>
                              <a:lnTo>
                                <a:pt x="4784" y="3971"/>
                              </a:lnTo>
                              <a:lnTo>
                                <a:pt x="5020" y="4073"/>
                              </a:lnTo>
                              <a:lnTo>
                                <a:pt x="5251" y="4171"/>
                              </a:lnTo>
                              <a:lnTo>
                                <a:pt x="5302" y="4192"/>
                              </a:lnTo>
                              <a:lnTo>
                                <a:pt x="5356" y="4211"/>
                              </a:lnTo>
                              <a:lnTo>
                                <a:pt x="5462" y="4249"/>
                              </a:lnTo>
                              <a:lnTo>
                                <a:pt x="5514" y="4267"/>
                              </a:lnTo>
                              <a:lnTo>
                                <a:pt x="5567" y="4287"/>
                              </a:lnTo>
                              <a:lnTo>
                                <a:pt x="5617" y="4307"/>
                              </a:lnTo>
                              <a:lnTo>
                                <a:pt x="5666" y="4328"/>
                              </a:lnTo>
                              <a:lnTo>
                                <a:pt x="5691" y="4341"/>
                              </a:lnTo>
                              <a:lnTo>
                                <a:pt x="5714" y="4353"/>
                              </a:lnTo>
                              <a:lnTo>
                                <a:pt x="5736" y="4365"/>
                              </a:lnTo>
                              <a:lnTo>
                                <a:pt x="5759" y="4379"/>
                              </a:lnTo>
                              <a:lnTo>
                                <a:pt x="5780" y="4393"/>
                              </a:lnTo>
                              <a:lnTo>
                                <a:pt x="5800" y="4408"/>
                              </a:lnTo>
                              <a:lnTo>
                                <a:pt x="5820" y="4424"/>
                              </a:lnTo>
                              <a:lnTo>
                                <a:pt x="5839" y="4441"/>
                              </a:lnTo>
                              <a:lnTo>
                                <a:pt x="5857" y="4459"/>
                              </a:lnTo>
                              <a:lnTo>
                                <a:pt x="5874" y="4477"/>
                              </a:lnTo>
                              <a:lnTo>
                                <a:pt x="5889" y="4497"/>
                              </a:lnTo>
                              <a:lnTo>
                                <a:pt x="5904" y="4518"/>
                              </a:lnTo>
                              <a:lnTo>
                                <a:pt x="5917" y="4540"/>
                              </a:lnTo>
                              <a:lnTo>
                                <a:pt x="5930" y="4564"/>
                              </a:lnTo>
                              <a:lnTo>
                                <a:pt x="5942" y="4588"/>
                              </a:lnTo>
                              <a:lnTo>
                                <a:pt x="5952" y="4615"/>
                              </a:lnTo>
                              <a:lnTo>
                                <a:pt x="5952" y="4700"/>
                              </a:lnTo>
                              <a:lnTo>
                                <a:pt x="5954" y="4804"/>
                              </a:lnTo>
                              <a:lnTo>
                                <a:pt x="5959" y="5048"/>
                              </a:lnTo>
                              <a:lnTo>
                                <a:pt x="5963" y="5176"/>
                              </a:lnTo>
                              <a:lnTo>
                                <a:pt x="5965" y="5302"/>
                              </a:lnTo>
                              <a:lnTo>
                                <a:pt x="5965" y="5420"/>
                              </a:lnTo>
                              <a:lnTo>
                                <a:pt x="5965" y="5525"/>
                              </a:lnTo>
                              <a:lnTo>
                                <a:pt x="2" y="5525"/>
                              </a:lnTo>
                              <a:lnTo>
                                <a:pt x="0" y="5420"/>
                              </a:lnTo>
                              <a:lnTo>
                                <a:pt x="2" y="5302"/>
                              </a:lnTo>
                              <a:lnTo>
                                <a:pt x="4" y="5176"/>
                              </a:lnTo>
                              <a:lnTo>
                                <a:pt x="6" y="5048"/>
                              </a:lnTo>
                              <a:lnTo>
                                <a:pt x="12" y="4804"/>
                              </a:lnTo>
                              <a:lnTo>
                                <a:pt x="14" y="4700"/>
                              </a:lnTo>
                              <a:lnTo>
                                <a:pt x="15" y="4615"/>
                              </a:lnTo>
                              <a:lnTo>
                                <a:pt x="25" y="4588"/>
                              </a:lnTo>
                              <a:lnTo>
                                <a:pt x="36" y="4564"/>
                              </a:lnTo>
                              <a:lnTo>
                                <a:pt x="48" y="4540"/>
                              </a:lnTo>
                              <a:lnTo>
                                <a:pt x="62" y="4518"/>
                              </a:lnTo>
                              <a:lnTo>
                                <a:pt x="77" y="4497"/>
                              </a:lnTo>
                              <a:lnTo>
                                <a:pt x="93" y="4477"/>
                              </a:lnTo>
                              <a:lnTo>
                                <a:pt x="110" y="4459"/>
                              </a:lnTo>
                              <a:lnTo>
                                <a:pt x="128" y="4441"/>
                              </a:lnTo>
                              <a:lnTo>
                                <a:pt x="147" y="4424"/>
                              </a:lnTo>
                              <a:lnTo>
                                <a:pt x="166" y="4408"/>
                              </a:lnTo>
                              <a:lnTo>
                                <a:pt x="187" y="4393"/>
                              </a:lnTo>
                              <a:lnTo>
                                <a:pt x="208" y="4379"/>
                              </a:lnTo>
                              <a:lnTo>
                                <a:pt x="230" y="4365"/>
                              </a:lnTo>
                              <a:lnTo>
                                <a:pt x="253" y="4353"/>
                              </a:lnTo>
                              <a:lnTo>
                                <a:pt x="276" y="4341"/>
                              </a:lnTo>
                              <a:lnTo>
                                <a:pt x="299" y="4328"/>
                              </a:lnTo>
                              <a:lnTo>
                                <a:pt x="349" y="4307"/>
                              </a:lnTo>
                              <a:lnTo>
                                <a:pt x="400" y="4287"/>
                              </a:lnTo>
                              <a:lnTo>
                                <a:pt x="451" y="4267"/>
                              </a:lnTo>
                              <a:lnTo>
                                <a:pt x="505" y="4249"/>
                              </a:lnTo>
                              <a:lnTo>
                                <a:pt x="611" y="4211"/>
                              </a:lnTo>
                              <a:lnTo>
                                <a:pt x="663" y="4192"/>
                              </a:lnTo>
                              <a:lnTo>
                                <a:pt x="716" y="4171"/>
                              </a:lnTo>
                              <a:lnTo>
                                <a:pt x="945" y="4073"/>
                              </a:lnTo>
                              <a:lnTo>
                                <a:pt x="1183" y="3971"/>
                              </a:lnTo>
                              <a:lnTo>
                                <a:pt x="1419" y="3870"/>
                              </a:lnTo>
                              <a:lnTo>
                                <a:pt x="1535" y="3821"/>
                              </a:lnTo>
                              <a:lnTo>
                                <a:pt x="1649" y="3774"/>
                              </a:lnTo>
                              <a:lnTo>
                                <a:pt x="1906" y="3704"/>
                              </a:lnTo>
                              <a:lnTo>
                                <a:pt x="1916" y="3697"/>
                              </a:lnTo>
                              <a:lnTo>
                                <a:pt x="1925" y="3689"/>
                              </a:lnTo>
                              <a:lnTo>
                                <a:pt x="1944" y="3670"/>
                              </a:lnTo>
                              <a:lnTo>
                                <a:pt x="1963" y="3649"/>
                              </a:lnTo>
                              <a:lnTo>
                                <a:pt x="1982" y="3626"/>
                              </a:lnTo>
                              <a:lnTo>
                                <a:pt x="1999" y="3599"/>
                              </a:lnTo>
                              <a:lnTo>
                                <a:pt x="2017" y="3571"/>
                              </a:lnTo>
                              <a:lnTo>
                                <a:pt x="2035" y="3542"/>
                              </a:lnTo>
                              <a:lnTo>
                                <a:pt x="2052" y="3511"/>
                              </a:lnTo>
                              <a:lnTo>
                                <a:pt x="2084" y="3449"/>
                              </a:lnTo>
                              <a:lnTo>
                                <a:pt x="2114" y="3389"/>
                              </a:lnTo>
                              <a:lnTo>
                                <a:pt x="2162" y="3284"/>
                              </a:lnTo>
                              <a:lnTo>
                                <a:pt x="2284" y="3254"/>
                              </a:lnTo>
                              <a:lnTo>
                                <a:pt x="2278" y="3228"/>
                              </a:lnTo>
                              <a:lnTo>
                                <a:pt x="2272" y="3203"/>
                              </a:lnTo>
                              <a:lnTo>
                                <a:pt x="2263" y="3182"/>
                              </a:lnTo>
                              <a:lnTo>
                                <a:pt x="2253" y="3162"/>
                              </a:lnTo>
                              <a:lnTo>
                                <a:pt x="2243" y="3145"/>
                              </a:lnTo>
                              <a:lnTo>
                                <a:pt x="2231" y="3129"/>
                              </a:lnTo>
                              <a:lnTo>
                                <a:pt x="2220" y="3115"/>
                              </a:lnTo>
                              <a:lnTo>
                                <a:pt x="2208" y="3100"/>
                              </a:lnTo>
                              <a:lnTo>
                                <a:pt x="2183" y="3075"/>
                              </a:lnTo>
                              <a:lnTo>
                                <a:pt x="2172" y="3061"/>
                              </a:lnTo>
                              <a:lnTo>
                                <a:pt x="2160" y="3048"/>
                              </a:lnTo>
                              <a:lnTo>
                                <a:pt x="2150" y="3033"/>
                              </a:lnTo>
                              <a:lnTo>
                                <a:pt x="2139" y="3017"/>
                              </a:lnTo>
                              <a:lnTo>
                                <a:pt x="2130" y="3000"/>
                              </a:lnTo>
                              <a:lnTo>
                                <a:pt x="2122" y="2981"/>
                              </a:lnTo>
                              <a:lnTo>
                                <a:pt x="2075" y="2490"/>
                              </a:lnTo>
                              <a:lnTo>
                                <a:pt x="2074" y="2491"/>
                              </a:lnTo>
                              <a:lnTo>
                                <a:pt x="2071" y="2491"/>
                              </a:lnTo>
                              <a:lnTo>
                                <a:pt x="2059" y="2490"/>
                              </a:lnTo>
                              <a:lnTo>
                                <a:pt x="2040" y="2487"/>
                              </a:lnTo>
                              <a:lnTo>
                                <a:pt x="2018" y="2481"/>
                              </a:lnTo>
                              <a:lnTo>
                                <a:pt x="1975" y="2470"/>
                              </a:lnTo>
                              <a:lnTo>
                                <a:pt x="1959" y="2465"/>
                              </a:lnTo>
                              <a:lnTo>
                                <a:pt x="1949" y="2460"/>
                              </a:lnTo>
                              <a:lnTo>
                                <a:pt x="1935" y="2450"/>
                              </a:lnTo>
                              <a:lnTo>
                                <a:pt x="1921" y="2439"/>
                              </a:lnTo>
                              <a:lnTo>
                                <a:pt x="1908" y="2426"/>
                              </a:lnTo>
                              <a:lnTo>
                                <a:pt x="1897" y="2410"/>
                              </a:lnTo>
                              <a:lnTo>
                                <a:pt x="1886" y="2394"/>
                              </a:lnTo>
                              <a:lnTo>
                                <a:pt x="1876" y="2377"/>
                              </a:lnTo>
                              <a:lnTo>
                                <a:pt x="1866" y="2358"/>
                              </a:lnTo>
                              <a:lnTo>
                                <a:pt x="1857" y="2337"/>
                              </a:lnTo>
                              <a:lnTo>
                                <a:pt x="1849" y="2316"/>
                              </a:lnTo>
                              <a:lnTo>
                                <a:pt x="1841" y="2295"/>
                              </a:lnTo>
                              <a:lnTo>
                                <a:pt x="1834" y="2273"/>
                              </a:lnTo>
                              <a:lnTo>
                                <a:pt x="1828" y="2249"/>
                              </a:lnTo>
                              <a:lnTo>
                                <a:pt x="1817" y="2200"/>
                              </a:lnTo>
                              <a:lnTo>
                                <a:pt x="1806" y="2151"/>
                              </a:lnTo>
                              <a:lnTo>
                                <a:pt x="1799" y="2100"/>
                              </a:lnTo>
                              <a:lnTo>
                                <a:pt x="1793" y="2050"/>
                              </a:lnTo>
                              <a:lnTo>
                                <a:pt x="1787" y="2000"/>
                              </a:lnTo>
                              <a:lnTo>
                                <a:pt x="1784" y="1952"/>
                              </a:lnTo>
                              <a:lnTo>
                                <a:pt x="1777" y="1863"/>
                              </a:lnTo>
                              <a:lnTo>
                                <a:pt x="1772" y="1790"/>
                              </a:lnTo>
                              <a:lnTo>
                                <a:pt x="1772" y="1775"/>
                              </a:lnTo>
                              <a:lnTo>
                                <a:pt x="1774" y="1762"/>
                              </a:lnTo>
                              <a:lnTo>
                                <a:pt x="1779" y="1747"/>
                              </a:lnTo>
                              <a:lnTo>
                                <a:pt x="1784" y="1734"/>
                              </a:lnTo>
                              <a:lnTo>
                                <a:pt x="1791" y="1720"/>
                              </a:lnTo>
                              <a:lnTo>
                                <a:pt x="1799" y="1705"/>
                              </a:lnTo>
                              <a:lnTo>
                                <a:pt x="1815" y="1674"/>
                              </a:lnTo>
                              <a:lnTo>
                                <a:pt x="1823" y="1657"/>
                              </a:lnTo>
                              <a:lnTo>
                                <a:pt x="1831" y="1640"/>
                              </a:lnTo>
                              <a:lnTo>
                                <a:pt x="1838" y="1621"/>
                              </a:lnTo>
                              <a:lnTo>
                                <a:pt x="1842" y="1602"/>
                              </a:lnTo>
                              <a:lnTo>
                                <a:pt x="1847" y="1581"/>
                              </a:lnTo>
                              <a:lnTo>
                                <a:pt x="1848" y="1559"/>
                              </a:lnTo>
                              <a:lnTo>
                                <a:pt x="1847" y="1536"/>
                              </a:lnTo>
                              <a:lnTo>
                                <a:pt x="1844" y="1523"/>
                              </a:lnTo>
                              <a:lnTo>
                                <a:pt x="1842" y="1510"/>
                              </a:lnTo>
                              <a:lnTo>
                                <a:pt x="1828" y="1434"/>
                              </a:lnTo>
                              <a:lnTo>
                                <a:pt x="1814" y="1360"/>
                              </a:lnTo>
                              <a:lnTo>
                                <a:pt x="1804" y="1290"/>
                              </a:lnTo>
                              <a:lnTo>
                                <a:pt x="1796" y="1221"/>
                              </a:lnTo>
                              <a:lnTo>
                                <a:pt x="1791" y="1155"/>
                              </a:lnTo>
                              <a:lnTo>
                                <a:pt x="1787" y="1092"/>
                              </a:lnTo>
                              <a:lnTo>
                                <a:pt x="1786" y="1030"/>
                              </a:lnTo>
                              <a:lnTo>
                                <a:pt x="1786" y="971"/>
                              </a:lnTo>
                              <a:lnTo>
                                <a:pt x="1790" y="915"/>
                              </a:lnTo>
                              <a:lnTo>
                                <a:pt x="1794" y="861"/>
                              </a:lnTo>
                              <a:lnTo>
                                <a:pt x="1802" y="808"/>
                              </a:lnTo>
                              <a:lnTo>
                                <a:pt x="1810" y="759"/>
                              </a:lnTo>
                              <a:lnTo>
                                <a:pt x="1821" y="711"/>
                              </a:lnTo>
                              <a:lnTo>
                                <a:pt x="1833" y="666"/>
                              </a:lnTo>
                              <a:lnTo>
                                <a:pt x="1848" y="622"/>
                              </a:lnTo>
                              <a:lnTo>
                                <a:pt x="1863" y="581"/>
                              </a:lnTo>
                              <a:lnTo>
                                <a:pt x="1881" y="542"/>
                              </a:lnTo>
                              <a:lnTo>
                                <a:pt x="1900" y="504"/>
                              </a:lnTo>
                              <a:lnTo>
                                <a:pt x="1921" y="469"/>
                              </a:lnTo>
                              <a:lnTo>
                                <a:pt x="1944" y="436"/>
                              </a:lnTo>
                              <a:lnTo>
                                <a:pt x="1967" y="403"/>
                              </a:lnTo>
                              <a:lnTo>
                                <a:pt x="1993" y="374"/>
                              </a:lnTo>
                              <a:lnTo>
                                <a:pt x="2020" y="347"/>
                              </a:lnTo>
                              <a:lnTo>
                                <a:pt x="2047" y="320"/>
                              </a:lnTo>
                              <a:lnTo>
                                <a:pt x="2076" y="296"/>
                              </a:lnTo>
                              <a:lnTo>
                                <a:pt x="2107" y="274"/>
                              </a:lnTo>
                              <a:lnTo>
                                <a:pt x="2138" y="253"/>
                              </a:lnTo>
                              <a:lnTo>
                                <a:pt x="2170" y="234"/>
                              </a:lnTo>
                              <a:lnTo>
                                <a:pt x="2204" y="216"/>
                              </a:lnTo>
                              <a:lnTo>
                                <a:pt x="2239" y="200"/>
                              </a:lnTo>
                              <a:lnTo>
                                <a:pt x="2274" y="186"/>
                              </a:lnTo>
                              <a:lnTo>
                                <a:pt x="2311" y="174"/>
                              </a:lnTo>
                              <a:lnTo>
                                <a:pt x="2364" y="151"/>
                              </a:lnTo>
                              <a:lnTo>
                                <a:pt x="2423" y="129"/>
                              </a:lnTo>
                              <a:lnTo>
                                <a:pt x="2488" y="105"/>
                              </a:lnTo>
                              <a:lnTo>
                                <a:pt x="2556" y="82"/>
                              </a:lnTo>
                              <a:lnTo>
                                <a:pt x="2592" y="71"/>
                              </a:lnTo>
                              <a:lnTo>
                                <a:pt x="2627" y="60"/>
                              </a:lnTo>
                              <a:lnTo>
                                <a:pt x="2665" y="50"/>
                              </a:lnTo>
                              <a:lnTo>
                                <a:pt x="2703" y="40"/>
                              </a:lnTo>
                              <a:lnTo>
                                <a:pt x="2742" y="31"/>
                              </a:lnTo>
                              <a:lnTo>
                                <a:pt x="2783" y="23"/>
                              </a:lnTo>
                              <a:lnTo>
                                <a:pt x="2823" y="16"/>
                              </a:lnTo>
                              <a:lnTo>
                                <a:pt x="2864" y="11"/>
                              </a:lnTo>
                              <a:lnTo>
                                <a:pt x="2906" y="5"/>
                              </a:lnTo>
                              <a:lnTo>
                                <a:pt x="2949" y="2"/>
                              </a:lnTo>
                              <a:lnTo>
                                <a:pt x="2991" y="0"/>
                              </a:lnTo>
                              <a:lnTo>
                                <a:pt x="3035" y="0"/>
                              </a:lnTo>
                              <a:lnTo>
                                <a:pt x="3078" y="1"/>
                              </a:lnTo>
                              <a:lnTo>
                                <a:pt x="3122" y="3"/>
                              </a:lnTo>
                              <a:lnTo>
                                <a:pt x="3166" y="9"/>
                              </a:lnTo>
                              <a:lnTo>
                                <a:pt x="3211" y="14"/>
                              </a:lnTo>
                              <a:lnTo>
                                <a:pt x="3255" y="23"/>
                              </a:lnTo>
                              <a:lnTo>
                                <a:pt x="3300" y="34"/>
                              </a:lnTo>
                              <a:lnTo>
                                <a:pt x="3346" y="47"/>
                              </a:lnTo>
                              <a:lnTo>
                                <a:pt x="3390" y="62"/>
                              </a:lnTo>
                              <a:lnTo>
                                <a:pt x="3435" y="80"/>
                              </a:lnTo>
                              <a:lnTo>
                                <a:pt x="3481" y="101"/>
                              </a:lnTo>
                              <a:lnTo>
                                <a:pt x="3525" y="123"/>
                              </a:lnTo>
                              <a:lnTo>
                                <a:pt x="3570" y="150"/>
                              </a:lnTo>
                              <a:lnTo>
                                <a:pt x="3688" y="260"/>
                              </a:lnTo>
                              <a:lnTo>
                                <a:pt x="3879" y="292"/>
                              </a:lnTo>
                              <a:lnTo>
                                <a:pt x="3888" y="297"/>
                              </a:lnTo>
                              <a:lnTo>
                                <a:pt x="3897" y="304"/>
                              </a:lnTo>
                              <a:lnTo>
                                <a:pt x="3914" y="319"/>
                              </a:lnTo>
                              <a:lnTo>
                                <a:pt x="3929" y="335"/>
                              </a:lnTo>
                              <a:lnTo>
                                <a:pt x="3944" y="353"/>
                              </a:lnTo>
                              <a:lnTo>
                                <a:pt x="3958" y="372"/>
                              </a:lnTo>
                              <a:lnTo>
                                <a:pt x="3971" y="392"/>
                              </a:lnTo>
                              <a:lnTo>
                                <a:pt x="3983" y="412"/>
                              </a:lnTo>
                              <a:lnTo>
                                <a:pt x="3993" y="432"/>
                              </a:lnTo>
                              <a:lnTo>
                                <a:pt x="4012" y="470"/>
                              </a:lnTo>
                              <a:lnTo>
                                <a:pt x="4025" y="502"/>
                              </a:lnTo>
                              <a:lnTo>
                                <a:pt x="4036" y="5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65A8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男人" o:spid="_x0000_s1026" o:spt="100" style="position:absolute;left:0pt;margin-left:223.25pt;margin-top:579.8pt;height:20.65pt;width:22.95pt;z-index:315293696;v-text-anchor:middle;mso-width-relative:page;mso-height-relative:page;" fillcolor="#5B65A8" filled="t" stroked="f" coordsize="5965,5525" o:gfxdata="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" path="m4036,532l4036,532,4053,600,4065,654,4075,700,4082,743,4085,785,4088,833,4088,889,4087,959,4084,1001,4079,1065,4063,1229,4056,1316,4051,1398,4050,1436,4049,1470,4050,1499,4051,1523,4055,1555,4061,1580,4069,1600,4076,1619,4085,1636,4097,1655,4109,1676,4122,1702,4133,1727,4142,1754,4149,1782,4156,1811,4159,1840,4162,1869,4163,1899,4165,1929,4163,1959,4162,1989,4160,2018,4157,2049,4149,2104,4140,2158,4134,2187,4127,2218,4119,2250,4109,2283,4097,2315,4084,2345,4070,2373,4062,2387,4054,2398,4045,2410,4034,2420,4023,2430,4011,2438,3998,2446,3986,2452,3959,2467,3933,2480,3920,2488,3908,2497,3897,2507,3887,2517,3877,2529,3868,2544,3858,2565,3850,2587,3843,2611,3838,2634,3834,2659,3831,2684,3828,2736,3824,2787,3821,2837,3819,2863,3814,2887,3810,2911,3803,2934,3794,2959,3784,2980,3773,3000,3761,3018,3747,3035,3734,3050,3708,3081,3696,3098,3684,3115,3673,3133,3663,3153,3654,3176,3647,3201,3643,3229,3640,3261,3803,3284,3852,3389,3881,3449,3914,3511,3930,3542,3948,3571,3966,3599,3985,3626,4003,3649,4022,3670,4041,3689,4051,3697,4060,3704,4316,3774,4431,3821,4547,3870,4784,3971,5020,4073,5251,4171,5302,4192,5356,4211,5462,4249,5514,4267,5567,4287,5617,4307,5666,4328,5691,4341,5714,4353,5736,4365,5759,4379,5780,4393,5800,4408,5820,4424,5839,4441,5857,4459,5874,4477,5889,4497,5904,4518,5917,4540,5930,4564,5942,4588,5952,4615,5952,4700,5954,4804,5959,5048,5963,5176,5965,5302,5965,5420,5965,5525,2,5525,0,5420,2,5302,4,5176,6,5048,12,4804,14,4700,15,4615,25,4588,36,4564,48,4540,62,4518,77,4497,93,4477,110,4459,128,4441,147,4424,166,4408,187,4393,208,4379,230,4365,253,4353,276,4341,299,4328,349,4307,400,4287,451,4267,505,4249,611,4211,663,4192,716,4171,945,4073,1183,3971,1419,3870,1535,3821,1649,3774,1906,3704,1916,3697,1925,3689,1944,3670,1963,3649,1982,3626,1999,3599,2017,3571,2035,3542,2052,3511,2084,3449,2114,3389,2162,3284,2284,3254,2278,3228,2272,3203,2263,3182,2253,3162,2243,3145,2231,3129,2220,3115,2208,3100,2183,3075,2172,3061,2160,3048,2150,3033,2139,3017,2130,3000,2122,2981,2075,2490,2074,2491,2071,2491,2059,2490,2040,2487,2018,2481,1975,2470,1959,2465,1949,2460,1935,2450,1921,2439,1908,2426,1897,2410,1886,2394,1876,2377,1866,2358,1857,2337,1849,2316,1841,2295,1834,2273,1828,2249,1817,2200,1806,2151,1799,2100,1793,2050,1787,2000,1784,1952,1777,1863,1772,1790,1772,1775,1774,1762,1779,1747,1784,1734,1791,1720,1799,1705,1815,1674,1823,1657,1831,1640,1838,1621,1842,1602,1847,1581,1848,1559,1847,1536,1844,1523,1842,1510,1828,1434,1814,1360,1804,1290,1796,1221,1791,1155,1787,1092,1786,1030,1786,971,1790,915,1794,861,1802,808,1810,759,1821,711,1833,666,1848,622,1863,581,1881,542,1900,504,1921,469,1944,436,1967,403,1993,374,2020,347,2047,320,2076,296,2107,274,2138,253,2170,234,2204,216,2239,200,2274,186,2311,174,2364,151,2423,129,2488,105,2556,82,2592,71,2627,60,2665,50,2703,40,2742,31,2783,23,2823,16,2864,11,2906,5,2949,2,2991,0,3035,0,3078,1,3122,3,3166,9,3211,14,3255,23,3300,34,3346,47,3390,62,3435,80,3481,101,3525,123,3570,150,3688,260,3879,292,3888,297,3897,304,3914,319,3929,335,3944,353,3958,372,3971,392,3983,412,3993,432,4012,470,4025,502,4036,532xe">
                <v:path o:connectlocs="@0,@0;@0,@0;@0,@0;@0,@0;@0,@0;@0,@0;@0,@0;@0,@0;@0,@0;@0,@0;@0,@0;@0,@0;@0,@0;@0,@0;@0,@0;@0,@0;@0,@0;@0,@0;@0,@0;@0,@0;@0,@0;@0,@0;@0,@0;@0,@0;@0,@0;9971523,@0;69769440,@0;308992283,@0;827277202,@0;1490110194,@0;@0,@0;@0,@0;@0,@0;@0,@0;@0,@0;@0,@0;@0,@0;@0,@0;@0,@0;@0,@0;@0,@0;@0,@0;@0,@0;@0,@0;@0,@0;@0,@0;@0,@0;@0,@0;@0,@0;@0,1433679210;@0,900889404;@0,397173307;@0,111396003;@0,0;@0,164674969;@0,726523246;@0,1545090355;@0,2092409373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83473920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8303895</wp:posOffset>
                </wp:positionV>
                <wp:extent cx="2616200" cy="50736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22320" y="8303895"/>
                          <a:ext cx="2616200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2"/>
                                <w:szCs w:val="40"/>
                                <w:lang w:val="en-US" w:eastAsia="zh-CN"/>
                              </w:rPr>
                              <w:t>138123456@qq.com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6pt;margin-top:653.85pt;height:39.95pt;width:206pt;z-index:283473920;mso-width-relative:page;mso-height-relative:page;" filled="f" stroked="f" coordsize="21600,21600" o:gfxdata="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QULi90AAAANAQAADwAAAAAAAAABACAAAAAiAAAAZHJzL2Rvd25yZXYueG1s&#10;UEsBAhQAFAAAAAgAh07iQM8nzScsAgAAJA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2"/>
                          <w:szCs w:val="40"/>
                          <w:lang w:val="en-US" w:eastAsia="zh-CN"/>
                        </w:rPr>
                        <w:t>138123456@qq.com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3472896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7785100</wp:posOffset>
                </wp:positionV>
                <wp:extent cx="1958975" cy="50736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22320" y="7785100"/>
                          <a:ext cx="1958975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2"/>
                                <w:szCs w:val="40"/>
                                <w:lang w:val="en-US" w:eastAsia="zh-CN"/>
                              </w:rPr>
                              <w:t>13800640000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6pt;margin-top:613pt;height:39.95pt;width:154.25pt;z-index:283472896;mso-width-relative:page;mso-height-relative:page;" filled="f" stroked="f" coordsize="21600,21600" o:gfxdata="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FmqYm3AAAAA0BAAAPAAAAAAAAAAEAIAAAACIAAABkcnMvZG93bnJldi54bWxQSwEC&#10;FAAUAAAACACHTuJAjyyLSSkCAAAk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2"/>
                          <w:szCs w:val="40"/>
                          <w:lang w:val="en-US" w:eastAsia="zh-CN"/>
                        </w:rPr>
                        <w:t>13800640000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3471872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7266305</wp:posOffset>
                </wp:positionV>
                <wp:extent cx="1475105" cy="5073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22320" y="7266305"/>
                          <a:ext cx="1475105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2"/>
                                <w:szCs w:val="40"/>
                                <w:lang w:val="en-US"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6pt;margin-top:572.15pt;height:39.95pt;width:116.15pt;z-index:283471872;mso-width-relative:page;mso-height-relative:page;" filled="f" stroked="f" coordsize="21600,21600" o:gfxdata="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a9E023QAAAA0BAAAPAAAAAAAAAAEAIAAAACIAAABkcnMvZG93bnJldi54bWxQ&#10;SwECFAAUAAAACACHTuJAnNY3ICsCAAAkBAAADgAAAAAAAAABACAAAAAs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2"/>
                          <w:szCs w:val="40"/>
                          <w:lang w:val="en-US" w:eastAsia="zh-CN"/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-20955</wp:posOffset>
                </wp:positionV>
                <wp:extent cx="7560310" cy="10695305"/>
                <wp:effectExtent l="0" t="0" r="2540" b="107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25" y="38100"/>
                          <a:ext cx="7560310" cy="106953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-1.65pt;height:842.15pt;width:595.3pt;z-index:-251659264;v-text-anchor:middle;mso-width-relative:page;mso-height-relative:page;" fillcolor="#FFFFFF [3212]" filled="t" stroked="f" coordsize="21600,21600" o:gfxdata="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0YDnW&#10;2AAAAAkBAAAPAAAAAAAAAAEAIAAAACIAAABkcnMvZG93bnJldi54bWxQSwECFAAUAAAACACHTuJA&#10;3/5HdVoCAACIBAAADgAAAAAAAAABACAAAAAnAQAAZHJzL2Uyb0RvYy54bWxQSwUGAAAAAAYABgBZ&#10;AQAA8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5704205</wp:posOffset>
                </wp:positionV>
                <wp:extent cx="2981960" cy="4800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99080" y="5861685"/>
                          <a:ext cx="298196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t>Personal Resume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7pt;margin-top:449.15pt;height:37.8pt;width:234.8pt;z-index:251660288;mso-width-relative:page;mso-height-relative:page;" filled="f" stroked="f" coordsize="21600,21600" o:gfxdata="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T5GI3cAAAACwEAAA8AAAAAAAAAAQAgAAAAIgAAAGRycy9kb3ducmV2LnhtbFBL&#10;AQIUABQAAAAIAIdO4kDbe/08KwIAACQ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t>Personal Resume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8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5034280</wp:posOffset>
                </wp:positionV>
                <wp:extent cx="2228850" cy="73533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46680" y="5314315"/>
                          <a:ext cx="2228850" cy="735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64"/>
                                <w:szCs w:val="6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64"/>
                                <w:szCs w:val="64"/>
                                <w:lang w:val="en-US" w:eastAsia="zh-CN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6pt;margin-top:396.4pt;height:57.9pt;width:175.5pt;z-index:251659264;mso-width-relative:page;mso-height-relative:page;" filled="f" stroked="f" coordsize="21600,21600" o:gfxdata="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ShfqDcAAAACwEAAA8AAAAAAAAAAQAgAAAAIgAAAGRycy9kb3ducmV2LnhtbFBL&#10;AQIUABQAAAAIAIdO4kBchIreKwIAACQ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64"/>
                          <w:szCs w:val="6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64"/>
                          <w:szCs w:val="64"/>
                          <w:lang w:val="en-US" w:eastAsia="zh-CN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-192405</wp:posOffset>
            </wp:positionV>
            <wp:extent cx="8265160" cy="9173210"/>
            <wp:effectExtent l="0" t="0" r="10160" b="1270"/>
            <wp:wrapNone/>
            <wp:docPr id="2" name="图片 2" descr="d59c132b33f32b5c854e0528151bc2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9c132b33f32b5c854e0528151bc23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65160" cy="917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3467776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9045575</wp:posOffset>
                </wp:positionV>
                <wp:extent cx="186690" cy="186690"/>
                <wp:effectExtent l="0" t="0" r="11430" b="11430"/>
                <wp:wrapNone/>
                <wp:docPr id="85" name="奖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6690" cy="186690"/>
                        </a:xfrm>
                        <a:custGeom>
                          <a:avLst/>
                          <a:gdLst>
                            <a:gd name="T0" fmla="*/ 1443836 w 3333"/>
                            <a:gd name="T1" fmla="*/ 903609 h 3431"/>
                            <a:gd name="T2" fmla="*/ 1368287 w 3333"/>
                            <a:gd name="T3" fmla="*/ 893114 h 3431"/>
                            <a:gd name="T4" fmla="*/ 1423900 w 3333"/>
                            <a:gd name="T5" fmla="*/ 783443 h 3431"/>
                            <a:gd name="T6" fmla="*/ 1444361 w 3333"/>
                            <a:gd name="T7" fmla="*/ 784492 h 3431"/>
                            <a:gd name="T8" fmla="*/ 1650548 w 3333"/>
                            <a:gd name="T9" fmla="*/ 409825 h 3431"/>
                            <a:gd name="T10" fmla="*/ 1470069 w 3333"/>
                            <a:gd name="T11" fmla="*/ 201502 h 3431"/>
                            <a:gd name="T12" fmla="*/ 1470069 w 3333"/>
                            <a:gd name="T13" fmla="*/ 79761 h 3431"/>
                            <a:gd name="T14" fmla="*/ 1748658 w 3333"/>
                            <a:gd name="T15" fmla="*/ 409825 h 3431"/>
                            <a:gd name="T16" fmla="*/ 1443836 w 3333"/>
                            <a:gd name="T17" fmla="*/ 903609 h 3431"/>
                            <a:gd name="T18" fmla="*/ 880887 w 3333"/>
                            <a:gd name="T19" fmla="*/ 1170179 h 3431"/>
                            <a:gd name="T20" fmla="*/ 317413 w 3333"/>
                            <a:gd name="T21" fmla="*/ 354202 h 3431"/>
                            <a:gd name="T22" fmla="*/ 319512 w 3333"/>
                            <a:gd name="T23" fmla="*/ 0 h 3431"/>
                            <a:gd name="T24" fmla="*/ 1433343 w 3333"/>
                            <a:gd name="T25" fmla="*/ 0 h 3431"/>
                            <a:gd name="T26" fmla="*/ 1433343 w 3333"/>
                            <a:gd name="T27" fmla="*/ 354202 h 3431"/>
                            <a:gd name="T28" fmla="*/ 880887 w 3333"/>
                            <a:gd name="T29" fmla="*/ 1170179 h 3431"/>
                            <a:gd name="T30" fmla="*/ 600724 w 3333"/>
                            <a:gd name="T31" fmla="*/ 108097 h 3431"/>
                            <a:gd name="T32" fmla="*/ 462217 w 3333"/>
                            <a:gd name="T33" fmla="*/ 107573 h 3431"/>
                            <a:gd name="T34" fmla="*/ 888757 w 3333"/>
                            <a:gd name="T35" fmla="*/ 1071527 h 3431"/>
                            <a:gd name="T36" fmla="*/ 600724 w 3333"/>
                            <a:gd name="T37" fmla="*/ 108097 h 3431"/>
                            <a:gd name="T38" fmla="*/ 304822 w 3333"/>
                            <a:gd name="T39" fmla="*/ 784492 h 3431"/>
                            <a:gd name="T40" fmla="*/ 324758 w 3333"/>
                            <a:gd name="T41" fmla="*/ 783443 h 3431"/>
                            <a:gd name="T42" fmla="*/ 380371 w 3333"/>
                            <a:gd name="T43" fmla="*/ 893114 h 3431"/>
                            <a:gd name="T44" fmla="*/ 304822 w 3333"/>
                            <a:gd name="T45" fmla="*/ 903609 h 3431"/>
                            <a:gd name="T46" fmla="*/ 0 w 3333"/>
                            <a:gd name="T47" fmla="*/ 409825 h 3431"/>
                            <a:gd name="T48" fmla="*/ 278589 w 3333"/>
                            <a:gd name="T49" fmla="*/ 79761 h 3431"/>
                            <a:gd name="T50" fmla="*/ 278589 w 3333"/>
                            <a:gd name="T51" fmla="*/ 201502 h 3431"/>
                            <a:gd name="T52" fmla="*/ 98110 w 3333"/>
                            <a:gd name="T53" fmla="*/ 409825 h 3431"/>
                            <a:gd name="T54" fmla="*/ 304822 w 3333"/>
                            <a:gd name="T55" fmla="*/ 784492 h 3431"/>
                            <a:gd name="T56" fmla="*/ 776482 w 3333"/>
                            <a:gd name="T57" fmla="*/ 1318157 h 3431"/>
                            <a:gd name="T58" fmla="*/ 871443 w 3333"/>
                            <a:gd name="T59" fmla="*/ 1223178 h 3431"/>
                            <a:gd name="T60" fmla="*/ 966405 w 3333"/>
                            <a:gd name="T61" fmla="*/ 1318157 h 3431"/>
                            <a:gd name="T62" fmla="*/ 871443 w 3333"/>
                            <a:gd name="T63" fmla="*/ 1413661 h 3431"/>
                            <a:gd name="T64" fmla="*/ 776482 w 3333"/>
                            <a:gd name="T65" fmla="*/ 1318157 h 3431"/>
                            <a:gd name="T66" fmla="*/ 1147934 w 3333"/>
                            <a:gd name="T67" fmla="*/ 1530679 h 3431"/>
                            <a:gd name="T68" fmla="*/ 1057694 w 3333"/>
                            <a:gd name="T69" fmla="*/ 1620410 h 3431"/>
                            <a:gd name="T70" fmla="*/ 695686 w 3333"/>
                            <a:gd name="T71" fmla="*/ 1620410 h 3431"/>
                            <a:gd name="T72" fmla="*/ 605446 w 3333"/>
                            <a:gd name="T73" fmla="*/ 1530679 h 3431"/>
                            <a:gd name="T74" fmla="*/ 695686 w 3333"/>
                            <a:gd name="T75" fmla="*/ 1440423 h 3431"/>
                            <a:gd name="T76" fmla="*/ 1057694 w 3333"/>
                            <a:gd name="T77" fmla="*/ 1440423 h 3431"/>
                            <a:gd name="T78" fmla="*/ 1147934 w 3333"/>
                            <a:gd name="T79" fmla="*/ 1530679 h 3431"/>
                            <a:gd name="T80" fmla="*/ 515206 w 3333"/>
                            <a:gd name="T81" fmla="*/ 1656617 h 3431"/>
                            <a:gd name="T82" fmla="*/ 1199350 w 3333"/>
                            <a:gd name="T83" fmla="*/ 1656617 h 3431"/>
                            <a:gd name="T84" fmla="*/ 1289589 w 3333"/>
                            <a:gd name="T85" fmla="*/ 1800397 h 3431"/>
                            <a:gd name="T86" fmla="*/ 425491 w 3333"/>
                            <a:gd name="T87" fmla="*/ 1800397 h 3431"/>
                            <a:gd name="T88" fmla="*/ 515206 w 3333"/>
                            <a:gd name="T89" fmla="*/ 1656617 h 3431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0" t="0" r="r" b="b"/>
                          <a:pathLst>
                            <a:path w="3333" h="3431">
                              <a:moveTo>
                                <a:pt x="2752" y="1722"/>
                              </a:moveTo>
                              <a:cubicBezTo>
                                <a:pt x="2703" y="1722"/>
                                <a:pt x="2655" y="1715"/>
                                <a:pt x="2608" y="1702"/>
                              </a:cubicBezTo>
                              <a:cubicBezTo>
                                <a:pt x="2647" y="1637"/>
                                <a:pt x="2683" y="1567"/>
                                <a:pt x="2714" y="1493"/>
                              </a:cubicBezTo>
                              <a:cubicBezTo>
                                <a:pt x="2727" y="1494"/>
                                <a:pt x="2740" y="1495"/>
                                <a:pt x="2753" y="1495"/>
                              </a:cubicBezTo>
                              <a:cubicBezTo>
                                <a:pt x="3011" y="1495"/>
                                <a:pt x="3146" y="1093"/>
                                <a:pt x="3146" y="781"/>
                              </a:cubicBezTo>
                              <a:cubicBezTo>
                                <a:pt x="3146" y="520"/>
                                <a:pt x="3000" y="384"/>
                                <a:pt x="2802" y="384"/>
                              </a:cubicBezTo>
                              <a:cubicBezTo>
                                <a:pt x="2802" y="304"/>
                                <a:pt x="2802" y="221"/>
                                <a:pt x="2802" y="152"/>
                              </a:cubicBezTo>
                              <a:cubicBezTo>
                                <a:pt x="3104" y="152"/>
                                <a:pt x="3333" y="394"/>
                                <a:pt x="3333" y="781"/>
                              </a:cubicBezTo>
                              <a:cubicBezTo>
                                <a:pt x="3333" y="1218"/>
                                <a:pt x="3114" y="1722"/>
                                <a:pt x="2752" y="1722"/>
                              </a:cubicBezTo>
                              <a:close/>
                              <a:moveTo>
                                <a:pt x="1679" y="2230"/>
                              </a:moveTo>
                              <a:cubicBezTo>
                                <a:pt x="1110" y="2230"/>
                                <a:pt x="605" y="1534"/>
                                <a:pt x="605" y="675"/>
                              </a:cubicBezTo>
                              <a:cubicBezTo>
                                <a:pt x="605" y="633"/>
                                <a:pt x="607" y="42"/>
                                <a:pt x="609" y="0"/>
                              </a:cubicBezTo>
                              <a:cubicBezTo>
                                <a:pt x="2732" y="0"/>
                                <a:pt x="2732" y="0"/>
                                <a:pt x="2732" y="0"/>
                              </a:cubicBezTo>
                              <a:cubicBezTo>
                                <a:pt x="2735" y="42"/>
                                <a:pt x="2732" y="633"/>
                                <a:pt x="2732" y="675"/>
                              </a:cubicBezTo>
                              <a:cubicBezTo>
                                <a:pt x="2732" y="1534"/>
                                <a:pt x="2249" y="2230"/>
                                <a:pt x="1679" y="2230"/>
                              </a:cubicBezTo>
                              <a:close/>
                              <a:moveTo>
                                <a:pt x="1145" y="206"/>
                              </a:moveTo>
                              <a:cubicBezTo>
                                <a:pt x="881" y="205"/>
                                <a:pt x="881" y="205"/>
                                <a:pt x="881" y="205"/>
                              </a:cubicBezTo>
                              <a:cubicBezTo>
                                <a:pt x="881" y="205"/>
                                <a:pt x="854" y="1982"/>
                                <a:pt x="1694" y="2042"/>
                              </a:cubicBezTo>
                              <a:cubicBezTo>
                                <a:pt x="1051" y="1570"/>
                                <a:pt x="1145" y="206"/>
                                <a:pt x="1145" y="206"/>
                              </a:cubicBezTo>
                              <a:close/>
                              <a:moveTo>
                                <a:pt x="581" y="1495"/>
                              </a:moveTo>
                              <a:cubicBezTo>
                                <a:pt x="594" y="1495"/>
                                <a:pt x="606" y="1494"/>
                                <a:pt x="619" y="1493"/>
                              </a:cubicBezTo>
                              <a:cubicBezTo>
                                <a:pt x="650" y="1567"/>
                                <a:pt x="686" y="1637"/>
                                <a:pt x="725" y="1702"/>
                              </a:cubicBezTo>
                              <a:cubicBezTo>
                                <a:pt x="679" y="1715"/>
                                <a:pt x="630" y="1722"/>
                                <a:pt x="581" y="1722"/>
                              </a:cubicBezTo>
                              <a:cubicBezTo>
                                <a:pt x="219" y="1722"/>
                                <a:pt x="0" y="1218"/>
                                <a:pt x="0" y="781"/>
                              </a:cubicBezTo>
                              <a:cubicBezTo>
                                <a:pt x="0" y="394"/>
                                <a:pt x="229" y="152"/>
                                <a:pt x="531" y="152"/>
                              </a:cubicBezTo>
                              <a:cubicBezTo>
                                <a:pt x="531" y="221"/>
                                <a:pt x="531" y="304"/>
                                <a:pt x="531" y="384"/>
                              </a:cubicBezTo>
                              <a:cubicBezTo>
                                <a:pt x="333" y="384"/>
                                <a:pt x="187" y="520"/>
                                <a:pt x="187" y="781"/>
                              </a:cubicBezTo>
                              <a:cubicBezTo>
                                <a:pt x="187" y="1093"/>
                                <a:pt x="322" y="1495"/>
                                <a:pt x="581" y="1495"/>
                              </a:cubicBezTo>
                              <a:close/>
                              <a:moveTo>
                                <a:pt x="1480" y="2512"/>
                              </a:moveTo>
                              <a:cubicBezTo>
                                <a:pt x="1480" y="2412"/>
                                <a:pt x="1561" y="2331"/>
                                <a:pt x="1661" y="2331"/>
                              </a:cubicBezTo>
                              <a:cubicBezTo>
                                <a:pt x="1761" y="2331"/>
                                <a:pt x="1842" y="2412"/>
                                <a:pt x="1842" y="2512"/>
                              </a:cubicBezTo>
                              <a:cubicBezTo>
                                <a:pt x="1842" y="2613"/>
                                <a:pt x="1761" y="2694"/>
                                <a:pt x="1661" y="2694"/>
                              </a:cubicBezTo>
                              <a:cubicBezTo>
                                <a:pt x="1561" y="2694"/>
                                <a:pt x="1480" y="2613"/>
                                <a:pt x="1480" y="2512"/>
                              </a:cubicBezTo>
                              <a:close/>
                              <a:moveTo>
                                <a:pt x="2188" y="2917"/>
                              </a:moveTo>
                              <a:cubicBezTo>
                                <a:pt x="2188" y="3011"/>
                                <a:pt x="2111" y="3088"/>
                                <a:pt x="2016" y="3088"/>
                              </a:cubicBezTo>
                              <a:cubicBezTo>
                                <a:pt x="1326" y="3088"/>
                                <a:pt x="1326" y="3088"/>
                                <a:pt x="1326" y="3088"/>
                              </a:cubicBezTo>
                              <a:cubicBezTo>
                                <a:pt x="1231" y="3088"/>
                                <a:pt x="1154" y="3011"/>
                                <a:pt x="1154" y="2917"/>
                              </a:cubicBezTo>
                              <a:cubicBezTo>
                                <a:pt x="1154" y="2822"/>
                                <a:pt x="1231" y="2745"/>
                                <a:pt x="1326" y="2745"/>
                              </a:cubicBezTo>
                              <a:cubicBezTo>
                                <a:pt x="2016" y="2745"/>
                                <a:pt x="2016" y="2745"/>
                                <a:pt x="2016" y="2745"/>
                              </a:cubicBezTo>
                              <a:cubicBezTo>
                                <a:pt x="2111" y="2745"/>
                                <a:pt x="2188" y="2822"/>
                                <a:pt x="2188" y="2917"/>
                              </a:cubicBezTo>
                              <a:close/>
                              <a:moveTo>
                                <a:pt x="982" y="3157"/>
                              </a:moveTo>
                              <a:cubicBezTo>
                                <a:pt x="2286" y="3157"/>
                                <a:pt x="2286" y="3157"/>
                                <a:pt x="2286" y="3157"/>
                              </a:cubicBezTo>
                              <a:cubicBezTo>
                                <a:pt x="2441" y="3157"/>
                                <a:pt x="2458" y="3337"/>
                                <a:pt x="2458" y="3431"/>
                              </a:cubicBezTo>
                              <a:cubicBezTo>
                                <a:pt x="1750" y="3431"/>
                                <a:pt x="1506" y="3431"/>
                                <a:pt x="811" y="3431"/>
                              </a:cubicBezTo>
                              <a:cubicBezTo>
                                <a:pt x="811" y="3337"/>
                                <a:pt x="823" y="3157"/>
                                <a:pt x="982" y="3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奖杯" o:spid="_x0000_s1026" o:spt="100" style="position:absolute;left:0pt;margin-left:44.05pt;margin-top:712.25pt;height:14.7pt;width:14.7pt;z-index:283467776;v-text-anchor:middle-center;mso-width-relative:page;mso-height-relative:page;" fillcolor="#FFFFFF [3212]" filled="t" stroked="f" coordsize="3333,3431" o:gfxdata="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" path="m2752,1722c2703,1722,2655,1715,2608,1702c2647,1637,2683,1567,2714,1493c2727,1494,2740,1495,2753,1495c3011,1495,3146,1093,3146,781c3146,520,3000,384,2802,384c2802,304,2802,221,2802,152c3104,152,3333,394,3333,781c3333,1218,3114,1722,2752,1722xm1679,2230c1110,2230,605,1534,605,675c605,633,607,42,609,0c2732,0,2732,0,2732,0c2735,42,2732,633,2732,675c2732,1534,2249,2230,1679,2230xm1145,206c881,205,881,205,881,205c881,205,854,1982,1694,2042c1051,1570,1145,206,1145,206xm581,1495c594,1495,606,1494,619,1493c650,1567,686,1637,725,1702c679,1715,630,1722,581,1722c219,1722,0,1218,0,781c0,394,229,152,531,152c531,221,531,304,531,384c333,384,187,520,187,781c187,1093,322,1495,581,1495xm1480,2512c1480,2412,1561,2331,1661,2331c1761,2331,1842,2412,1842,2512c1842,2613,1761,2694,1661,2694c1561,2694,1480,2613,1480,2512xm2188,2917c2188,3011,2111,3088,2016,3088c1326,3088,1326,3088,1326,3088c1231,3088,1154,3011,1154,2917c1154,2822,1231,2745,1326,2745c2016,2745,2016,2745,2016,2745c2111,2745,2188,2822,2188,2917xm982,3157c2286,3157,2286,3157,2286,3157c2441,3157,2458,3337,2458,3431c1750,3431,1506,3431,811,3431c811,3337,823,3157,982,3157xe">
                <v:path o:connectlocs="80873010,49167812;76641314,48596750;79756342,42629254;80902416,42686333;92451486,22299687;82342388,10964269;82342388,4340011;97946883,22299687;80873010,49167812;49340772,63672607;17779127,19273089;17896698,0;80285269,0;80285269,19273089;49340772,63672607;33648113,5881850;25889976,5853338;49781591,58304685;33648113,5881850;17073873,42686333;18190540,42629254;21305569,48596750;17073873,49167812;0,22299687;15604494,4340011;15604494,10964269;5495396,22299687;17073873,42686333;43492776,71724491;48811789,66556426;54130857,71724491;48811789,76921122;43492776,71724491;64298769,83288388;59244192,88170895;38967182,88170895;33912605,83288388;38967182,78377315;59244192,78377315;64298769,83288388;28858028,90141016;67178713,90141016;72233234,97964475;23832857,97964475;28858028,90141016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434368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6703695</wp:posOffset>
                </wp:positionV>
                <wp:extent cx="194310" cy="152400"/>
                <wp:effectExtent l="0" t="0" r="3810" b="0"/>
                <wp:wrapNone/>
                <wp:docPr id="2050" name="书本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4310" cy="152400"/>
                        </a:xfrm>
                        <a:custGeom>
                          <a:avLst/>
                          <a:gdLst>
                            <a:gd name="T0" fmla="*/ 913166 w 4940"/>
                            <a:gd name="T1" fmla="*/ 216832 h 3973"/>
                            <a:gd name="T2" fmla="*/ 832184 w 4940"/>
                            <a:gd name="T3" fmla="*/ 139667 h 3973"/>
                            <a:gd name="T4" fmla="*/ 750431 w 4940"/>
                            <a:gd name="T5" fmla="*/ 81408 h 3973"/>
                            <a:gd name="T6" fmla="*/ 668293 w 4940"/>
                            <a:gd name="T7" fmla="*/ 40897 h 3973"/>
                            <a:gd name="T8" fmla="*/ 586925 w 4940"/>
                            <a:gd name="T9" fmla="*/ 14661 h 3973"/>
                            <a:gd name="T10" fmla="*/ 506715 w 4940"/>
                            <a:gd name="T11" fmla="*/ 2315 h 3973"/>
                            <a:gd name="T12" fmla="*/ 429203 w 4940"/>
                            <a:gd name="T13" fmla="*/ 772 h 3973"/>
                            <a:gd name="T14" fmla="*/ 354777 w 4940"/>
                            <a:gd name="T15" fmla="*/ 8102 h 3973"/>
                            <a:gd name="T16" fmla="*/ 285364 w 4940"/>
                            <a:gd name="T17" fmla="*/ 22763 h 3973"/>
                            <a:gd name="T18" fmla="*/ 220965 w 4940"/>
                            <a:gd name="T19" fmla="*/ 42826 h 3973"/>
                            <a:gd name="T20" fmla="*/ 136898 w 4940"/>
                            <a:gd name="T21" fmla="*/ 77164 h 3973"/>
                            <a:gd name="T22" fmla="*/ 52060 w 4940"/>
                            <a:gd name="T23" fmla="*/ 123077 h 3973"/>
                            <a:gd name="T24" fmla="*/ 0 w 4940"/>
                            <a:gd name="T25" fmla="*/ 158573 h 3973"/>
                            <a:gd name="T26" fmla="*/ 23523 w 4940"/>
                            <a:gd name="T27" fmla="*/ 1411336 h 3973"/>
                            <a:gd name="T28" fmla="*/ 90237 w 4940"/>
                            <a:gd name="T29" fmla="*/ 1371211 h 3973"/>
                            <a:gd name="T30" fmla="*/ 191271 w 4940"/>
                            <a:gd name="T31" fmla="*/ 1323755 h 3973"/>
                            <a:gd name="T32" fmla="*/ 252200 w 4940"/>
                            <a:gd name="T33" fmla="*/ 1302149 h 3973"/>
                            <a:gd name="T34" fmla="*/ 319300 w 4940"/>
                            <a:gd name="T35" fmla="*/ 1284787 h 3973"/>
                            <a:gd name="T36" fmla="*/ 391798 w 4940"/>
                            <a:gd name="T37" fmla="*/ 1273212 h 3973"/>
                            <a:gd name="T38" fmla="*/ 467381 w 4940"/>
                            <a:gd name="T39" fmla="*/ 1270511 h 3973"/>
                            <a:gd name="T40" fmla="*/ 546434 w 4940"/>
                            <a:gd name="T41" fmla="*/ 1277070 h 3973"/>
                            <a:gd name="T42" fmla="*/ 627802 w 4940"/>
                            <a:gd name="T43" fmla="*/ 1295975 h 3973"/>
                            <a:gd name="T44" fmla="*/ 709555 w 4940"/>
                            <a:gd name="T45" fmla="*/ 1329156 h 3973"/>
                            <a:gd name="T46" fmla="*/ 791693 w 4940"/>
                            <a:gd name="T47" fmla="*/ 1378155 h 3973"/>
                            <a:gd name="T48" fmla="*/ 873061 w 4940"/>
                            <a:gd name="T49" fmla="*/ 1445288 h 3973"/>
                            <a:gd name="T50" fmla="*/ 952500 w 4940"/>
                            <a:gd name="T51" fmla="*/ 1532870 h 3973"/>
                            <a:gd name="T52" fmla="*/ 1011887 w 4940"/>
                            <a:gd name="T53" fmla="*/ 1465351 h 3973"/>
                            <a:gd name="T54" fmla="*/ 1092868 w 4940"/>
                            <a:gd name="T55" fmla="*/ 1393588 h 3973"/>
                            <a:gd name="T56" fmla="*/ 1175007 w 4940"/>
                            <a:gd name="T57" fmla="*/ 1339959 h 3973"/>
                            <a:gd name="T58" fmla="*/ 1256760 w 4940"/>
                            <a:gd name="T59" fmla="*/ 1302920 h 3973"/>
                            <a:gd name="T60" fmla="*/ 1338128 w 4940"/>
                            <a:gd name="T61" fmla="*/ 1280928 h 3973"/>
                            <a:gd name="T62" fmla="*/ 1417952 w 4940"/>
                            <a:gd name="T63" fmla="*/ 1270897 h 3973"/>
                            <a:gd name="T64" fmla="*/ 1494692 w 4940"/>
                            <a:gd name="T65" fmla="*/ 1271669 h 3973"/>
                            <a:gd name="T66" fmla="*/ 1567962 w 4940"/>
                            <a:gd name="T67" fmla="*/ 1281314 h 3973"/>
                            <a:gd name="T68" fmla="*/ 1635832 w 4940"/>
                            <a:gd name="T69" fmla="*/ 1297519 h 3973"/>
                            <a:gd name="T70" fmla="*/ 1698689 w 4940"/>
                            <a:gd name="T71" fmla="*/ 1318353 h 3973"/>
                            <a:gd name="T72" fmla="*/ 1792397 w 4940"/>
                            <a:gd name="T73" fmla="*/ 1359250 h 3973"/>
                            <a:gd name="T74" fmla="*/ 1868365 w 4940"/>
                            <a:gd name="T75" fmla="*/ 1402848 h 3973"/>
                            <a:gd name="T76" fmla="*/ 1905000 w 4940"/>
                            <a:gd name="T77" fmla="*/ 158573 h 3973"/>
                            <a:gd name="T78" fmla="*/ 1868365 w 4940"/>
                            <a:gd name="T79" fmla="*/ 133109 h 3973"/>
                            <a:gd name="T80" fmla="*/ 1792397 w 4940"/>
                            <a:gd name="T81" fmla="*/ 89511 h 3973"/>
                            <a:gd name="T82" fmla="*/ 1698689 w 4940"/>
                            <a:gd name="T83" fmla="*/ 47842 h 3973"/>
                            <a:gd name="T84" fmla="*/ 1635832 w 4940"/>
                            <a:gd name="T85" fmla="*/ 27393 h 3973"/>
                            <a:gd name="T86" fmla="*/ 1567962 w 4940"/>
                            <a:gd name="T87" fmla="*/ 11575 h 3973"/>
                            <a:gd name="T88" fmla="*/ 1494692 w 4940"/>
                            <a:gd name="T89" fmla="*/ 1929 h 3973"/>
                            <a:gd name="T90" fmla="*/ 1417952 w 4940"/>
                            <a:gd name="T91" fmla="*/ 1157 h 3973"/>
                            <a:gd name="T92" fmla="*/ 1338128 w 4940"/>
                            <a:gd name="T93" fmla="*/ 10417 h 3973"/>
                            <a:gd name="T94" fmla="*/ 1256760 w 4940"/>
                            <a:gd name="T95" fmla="*/ 33181 h 3973"/>
                            <a:gd name="T96" fmla="*/ 1175007 w 4940"/>
                            <a:gd name="T97" fmla="*/ 70220 h 3973"/>
                            <a:gd name="T98" fmla="*/ 1092868 w 4940"/>
                            <a:gd name="T99" fmla="*/ 123463 h 3973"/>
                            <a:gd name="T100" fmla="*/ 1011887 w 4940"/>
                            <a:gd name="T101" fmla="*/ 195612 h 3973"/>
                            <a:gd name="T102" fmla="*/ 952500 w 4940"/>
                            <a:gd name="T103" fmla="*/ 262745 h 3973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4940" h="3973">
                              <a:moveTo>
                                <a:pt x="2470" y="681"/>
                              </a:moveTo>
                              <a:lnTo>
                                <a:pt x="2470" y="681"/>
                              </a:lnTo>
                              <a:lnTo>
                                <a:pt x="2419" y="619"/>
                              </a:lnTo>
                              <a:lnTo>
                                <a:pt x="2368" y="562"/>
                              </a:lnTo>
                              <a:lnTo>
                                <a:pt x="2315" y="507"/>
                              </a:lnTo>
                              <a:lnTo>
                                <a:pt x="2264" y="455"/>
                              </a:lnTo>
                              <a:lnTo>
                                <a:pt x="2211" y="407"/>
                              </a:lnTo>
                              <a:lnTo>
                                <a:pt x="2158" y="362"/>
                              </a:lnTo>
                              <a:lnTo>
                                <a:pt x="2106" y="320"/>
                              </a:lnTo>
                              <a:lnTo>
                                <a:pt x="2053" y="281"/>
                              </a:lnTo>
                              <a:lnTo>
                                <a:pt x="2000" y="244"/>
                              </a:lnTo>
                              <a:lnTo>
                                <a:pt x="1946" y="211"/>
                              </a:lnTo>
                              <a:lnTo>
                                <a:pt x="1894" y="182"/>
                              </a:lnTo>
                              <a:lnTo>
                                <a:pt x="1840" y="154"/>
                              </a:lnTo>
                              <a:lnTo>
                                <a:pt x="1787" y="128"/>
                              </a:lnTo>
                              <a:lnTo>
                                <a:pt x="1733" y="106"/>
                              </a:lnTo>
                              <a:lnTo>
                                <a:pt x="1680" y="86"/>
                              </a:lnTo>
                              <a:lnTo>
                                <a:pt x="1628" y="68"/>
                              </a:lnTo>
                              <a:lnTo>
                                <a:pt x="1575" y="52"/>
                              </a:lnTo>
                              <a:lnTo>
                                <a:pt x="1522" y="38"/>
                              </a:lnTo>
                              <a:lnTo>
                                <a:pt x="1469" y="27"/>
                              </a:lnTo>
                              <a:lnTo>
                                <a:pt x="1417" y="19"/>
                              </a:lnTo>
                              <a:lnTo>
                                <a:pt x="1365" y="11"/>
                              </a:lnTo>
                              <a:lnTo>
                                <a:pt x="1314" y="6"/>
                              </a:lnTo>
                              <a:lnTo>
                                <a:pt x="1264" y="3"/>
                              </a:lnTo>
                              <a:lnTo>
                                <a:pt x="1212" y="0"/>
                              </a:lnTo>
                              <a:lnTo>
                                <a:pt x="1163" y="0"/>
                              </a:lnTo>
                              <a:lnTo>
                                <a:pt x="1113" y="2"/>
                              </a:lnTo>
                              <a:lnTo>
                                <a:pt x="1064" y="5"/>
                              </a:lnTo>
                              <a:lnTo>
                                <a:pt x="1016" y="9"/>
                              </a:lnTo>
                              <a:lnTo>
                                <a:pt x="968" y="15"/>
                              </a:lnTo>
                              <a:lnTo>
                                <a:pt x="920" y="21"/>
                              </a:lnTo>
                              <a:lnTo>
                                <a:pt x="875" y="30"/>
                              </a:lnTo>
                              <a:lnTo>
                                <a:pt x="828" y="38"/>
                              </a:lnTo>
                              <a:lnTo>
                                <a:pt x="784" y="48"/>
                              </a:lnTo>
                              <a:lnTo>
                                <a:pt x="740" y="59"/>
                              </a:lnTo>
                              <a:lnTo>
                                <a:pt x="697" y="71"/>
                              </a:lnTo>
                              <a:lnTo>
                                <a:pt x="654" y="84"/>
                              </a:lnTo>
                              <a:lnTo>
                                <a:pt x="614" y="96"/>
                              </a:lnTo>
                              <a:lnTo>
                                <a:pt x="573" y="111"/>
                              </a:lnTo>
                              <a:lnTo>
                                <a:pt x="534" y="124"/>
                              </a:lnTo>
                              <a:lnTo>
                                <a:pt x="496" y="139"/>
                              </a:lnTo>
                              <a:lnTo>
                                <a:pt x="423" y="169"/>
                              </a:lnTo>
                              <a:lnTo>
                                <a:pt x="355" y="200"/>
                              </a:lnTo>
                              <a:lnTo>
                                <a:pt x="292" y="232"/>
                              </a:lnTo>
                              <a:lnTo>
                                <a:pt x="234" y="263"/>
                              </a:lnTo>
                              <a:lnTo>
                                <a:pt x="181" y="292"/>
                              </a:lnTo>
                              <a:lnTo>
                                <a:pt x="135" y="319"/>
                              </a:lnTo>
                              <a:lnTo>
                                <a:pt x="95" y="345"/>
                              </a:lnTo>
                              <a:lnTo>
                                <a:pt x="61" y="367"/>
                              </a:lnTo>
                              <a:lnTo>
                                <a:pt x="16" y="399"/>
                              </a:lnTo>
                              <a:lnTo>
                                <a:pt x="0" y="411"/>
                              </a:lnTo>
                              <a:lnTo>
                                <a:pt x="0" y="3702"/>
                              </a:lnTo>
                              <a:lnTo>
                                <a:pt x="16" y="3690"/>
                              </a:lnTo>
                              <a:lnTo>
                                <a:pt x="61" y="3658"/>
                              </a:lnTo>
                              <a:lnTo>
                                <a:pt x="95" y="3636"/>
                              </a:lnTo>
                              <a:lnTo>
                                <a:pt x="135" y="3612"/>
                              </a:lnTo>
                              <a:lnTo>
                                <a:pt x="181" y="3583"/>
                              </a:lnTo>
                              <a:lnTo>
                                <a:pt x="234" y="3554"/>
                              </a:lnTo>
                              <a:lnTo>
                                <a:pt x="292" y="3523"/>
                              </a:lnTo>
                              <a:lnTo>
                                <a:pt x="355" y="3493"/>
                              </a:lnTo>
                              <a:lnTo>
                                <a:pt x="423" y="3461"/>
                              </a:lnTo>
                              <a:lnTo>
                                <a:pt x="496" y="3431"/>
                              </a:lnTo>
                              <a:lnTo>
                                <a:pt x="534" y="3417"/>
                              </a:lnTo>
                              <a:lnTo>
                                <a:pt x="573" y="3402"/>
                              </a:lnTo>
                              <a:lnTo>
                                <a:pt x="614" y="3388"/>
                              </a:lnTo>
                              <a:lnTo>
                                <a:pt x="654" y="3375"/>
                              </a:lnTo>
                              <a:lnTo>
                                <a:pt x="697" y="3363"/>
                              </a:lnTo>
                              <a:lnTo>
                                <a:pt x="740" y="3350"/>
                              </a:lnTo>
                              <a:lnTo>
                                <a:pt x="784" y="3339"/>
                              </a:lnTo>
                              <a:lnTo>
                                <a:pt x="828" y="3330"/>
                              </a:lnTo>
                              <a:lnTo>
                                <a:pt x="875" y="3321"/>
                              </a:lnTo>
                              <a:lnTo>
                                <a:pt x="920" y="3312"/>
                              </a:lnTo>
                              <a:lnTo>
                                <a:pt x="968" y="3306"/>
                              </a:lnTo>
                              <a:lnTo>
                                <a:pt x="1016" y="3300"/>
                              </a:lnTo>
                              <a:lnTo>
                                <a:pt x="1064" y="3296"/>
                              </a:lnTo>
                              <a:lnTo>
                                <a:pt x="1113" y="3294"/>
                              </a:lnTo>
                              <a:lnTo>
                                <a:pt x="1163" y="3292"/>
                              </a:lnTo>
                              <a:lnTo>
                                <a:pt x="1212" y="3293"/>
                              </a:lnTo>
                              <a:lnTo>
                                <a:pt x="1264" y="3294"/>
                              </a:lnTo>
                              <a:lnTo>
                                <a:pt x="1314" y="3298"/>
                              </a:lnTo>
                              <a:lnTo>
                                <a:pt x="1365" y="3303"/>
                              </a:lnTo>
                              <a:lnTo>
                                <a:pt x="1417" y="3310"/>
                              </a:lnTo>
                              <a:lnTo>
                                <a:pt x="1469" y="3320"/>
                              </a:lnTo>
                              <a:lnTo>
                                <a:pt x="1522" y="3331"/>
                              </a:lnTo>
                              <a:lnTo>
                                <a:pt x="1575" y="3344"/>
                              </a:lnTo>
                              <a:lnTo>
                                <a:pt x="1628" y="3359"/>
                              </a:lnTo>
                              <a:lnTo>
                                <a:pt x="1680" y="3377"/>
                              </a:lnTo>
                              <a:lnTo>
                                <a:pt x="1733" y="3397"/>
                              </a:lnTo>
                              <a:lnTo>
                                <a:pt x="1787" y="3420"/>
                              </a:lnTo>
                              <a:lnTo>
                                <a:pt x="1840" y="3445"/>
                              </a:lnTo>
                              <a:lnTo>
                                <a:pt x="1894" y="3473"/>
                              </a:lnTo>
                              <a:lnTo>
                                <a:pt x="1946" y="3504"/>
                              </a:lnTo>
                              <a:lnTo>
                                <a:pt x="2000" y="3537"/>
                              </a:lnTo>
                              <a:lnTo>
                                <a:pt x="2053" y="3572"/>
                              </a:lnTo>
                              <a:lnTo>
                                <a:pt x="2106" y="3612"/>
                              </a:lnTo>
                              <a:lnTo>
                                <a:pt x="2158" y="3653"/>
                              </a:lnTo>
                              <a:lnTo>
                                <a:pt x="2211" y="3699"/>
                              </a:lnTo>
                              <a:lnTo>
                                <a:pt x="2264" y="3746"/>
                              </a:lnTo>
                              <a:lnTo>
                                <a:pt x="2315" y="3798"/>
                              </a:lnTo>
                              <a:lnTo>
                                <a:pt x="2368" y="3853"/>
                              </a:lnTo>
                              <a:lnTo>
                                <a:pt x="2419" y="3911"/>
                              </a:lnTo>
                              <a:lnTo>
                                <a:pt x="2470" y="3973"/>
                              </a:lnTo>
                              <a:lnTo>
                                <a:pt x="2521" y="3911"/>
                              </a:lnTo>
                              <a:lnTo>
                                <a:pt x="2573" y="3853"/>
                              </a:lnTo>
                              <a:lnTo>
                                <a:pt x="2624" y="3798"/>
                              </a:lnTo>
                              <a:lnTo>
                                <a:pt x="2676" y="3746"/>
                              </a:lnTo>
                              <a:lnTo>
                                <a:pt x="2728" y="3699"/>
                              </a:lnTo>
                              <a:lnTo>
                                <a:pt x="2781" y="3653"/>
                              </a:lnTo>
                              <a:lnTo>
                                <a:pt x="2834" y="3612"/>
                              </a:lnTo>
                              <a:lnTo>
                                <a:pt x="2886" y="3572"/>
                              </a:lnTo>
                              <a:lnTo>
                                <a:pt x="2940" y="3537"/>
                              </a:lnTo>
                              <a:lnTo>
                                <a:pt x="2993" y="3504"/>
                              </a:lnTo>
                              <a:lnTo>
                                <a:pt x="3047" y="3473"/>
                              </a:lnTo>
                              <a:lnTo>
                                <a:pt x="3100" y="3445"/>
                              </a:lnTo>
                              <a:lnTo>
                                <a:pt x="3154" y="3420"/>
                              </a:lnTo>
                              <a:lnTo>
                                <a:pt x="3206" y="3397"/>
                              </a:lnTo>
                              <a:lnTo>
                                <a:pt x="3259" y="3377"/>
                              </a:lnTo>
                              <a:lnTo>
                                <a:pt x="3313" y="3359"/>
                              </a:lnTo>
                              <a:lnTo>
                                <a:pt x="3366" y="3344"/>
                              </a:lnTo>
                              <a:lnTo>
                                <a:pt x="3418" y="3331"/>
                              </a:lnTo>
                              <a:lnTo>
                                <a:pt x="3470" y="3320"/>
                              </a:lnTo>
                              <a:lnTo>
                                <a:pt x="3523" y="3310"/>
                              </a:lnTo>
                              <a:lnTo>
                                <a:pt x="3574" y="3303"/>
                              </a:lnTo>
                              <a:lnTo>
                                <a:pt x="3626" y="3298"/>
                              </a:lnTo>
                              <a:lnTo>
                                <a:pt x="3677" y="3294"/>
                              </a:lnTo>
                              <a:lnTo>
                                <a:pt x="3727" y="3293"/>
                              </a:lnTo>
                              <a:lnTo>
                                <a:pt x="3778" y="3292"/>
                              </a:lnTo>
                              <a:lnTo>
                                <a:pt x="3827" y="3294"/>
                              </a:lnTo>
                              <a:lnTo>
                                <a:pt x="3876" y="3296"/>
                              </a:lnTo>
                              <a:lnTo>
                                <a:pt x="3925" y="3300"/>
                              </a:lnTo>
                              <a:lnTo>
                                <a:pt x="3973" y="3306"/>
                              </a:lnTo>
                              <a:lnTo>
                                <a:pt x="4019" y="3312"/>
                              </a:lnTo>
                              <a:lnTo>
                                <a:pt x="4066" y="3321"/>
                              </a:lnTo>
                              <a:lnTo>
                                <a:pt x="4111" y="3330"/>
                              </a:lnTo>
                              <a:lnTo>
                                <a:pt x="4155" y="3339"/>
                              </a:lnTo>
                              <a:lnTo>
                                <a:pt x="4199" y="3350"/>
                              </a:lnTo>
                              <a:lnTo>
                                <a:pt x="4242" y="3363"/>
                              </a:lnTo>
                              <a:lnTo>
                                <a:pt x="4285" y="3375"/>
                              </a:lnTo>
                              <a:lnTo>
                                <a:pt x="4327" y="3388"/>
                              </a:lnTo>
                              <a:lnTo>
                                <a:pt x="4366" y="3402"/>
                              </a:lnTo>
                              <a:lnTo>
                                <a:pt x="4405" y="3417"/>
                              </a:lnTo>
                              <a:lnTo>
                                <a:pt x="4444" y="3431"/>
                              </a:lnTo>
                              <a:lnTo>
                                <a:pt x="4517" y="3461"/>
                              </a:lnTo>
                              <a:lnTo>
                                <a:pt x="4585" y="3493"/>
                              </a:lnTo>
                              <a:lnTo>
                                <a:pt x="4648" y="3523"/>
                              </a:lnTo>
                              <a:lnTo>
                                <a:pt x="4707" y="3554"/>
                              </a:lnTo>
                              <a:lnTo>
                                <a:pt x="4758" y="3583"/>
                              </a:lnTo>
                              <a:lnTo>
                                <a:pt x="4805" y="3612"/>
                              </a:lnTo>
                              <a:lnTo>
                                <a:pt x="4845" y="3636"/>
                              </a:lnTo>
                              <a:lnTo>
                                <a:pt x="4878" y="3658"/>
                              </a:lnTo>
                              <a:lnTo>
                                <a:pt x="4924" y="3690"/>
                              </a:lnTo>
                              <a:lnTo>
                                <a:pt x="4940" y="3702"/>
                              </a:lnTo>
                              <a:lnTo>
                                <a:pt x="4940" y="411"/>
                              </a:lnTo>
                              <a:lnTo>
                                <a:pt x="4924" y="399"/>
                              </a:lnTo>
                              <a:lnTo>
                                <a:pt x="4878" y="367"/>
                              </a:lnTo>
                              <a:lnTo>
                                <a:pt x="4845" y="345"/>
                              </a:lnTo>
                              <a:lnTo>
                                <a:pt x="4805" y="319"/>
                              </a:lnTo>
                              <a:lnTo>
                                <a:pt x="4758" y="292"/>
                              </a:lnTo>
                              <a:lnTo>
                                <a:pt x="4707" y="263"/>
                              </a:lnTo>
                              <a:lnTo>
                                <a:pt x="4648" y="232"/>
                              </a:lnTo>
                              <a:lnTo>
                                <a:pt x="4585" y="200"/>
                              </a:lnTo>
                              <a:lnTo>
                                <a:pt x="4517" y="169"/>
                              </a:lnTo>
                              <a:lnTo>
                                <a:pt x="4444" y="139"/>
                              </a:lnTo>
                              <a:lnTo>
                                <a:pt x="4405" y="124"/>
                              </a:lnTo>
                              <a:lnTo>
                                <a:pt x="4366" y="111"/>
                              </a:lnTo>
                              <a:lnTo>
                                <a:pt x="4327" y="96"/>
                              </a:lnTo>
                              <a:lnTo>
                                <a:pt x="4285" y="84"/>
                              </a:lnTo>
                              <a:lnTo>
                                <a:pt x="4242" y="71"/>
                              </a:lnTo>
                              <a:lnTo>
                                <a:pt x="4199" y="59"/>
                              </a:lnTo>
                              <a:lnTo>
                                <a:pt x="4155" y="48"/>
                              </a:lnTo>
                              <a:lnTo>
                                <a:pt x="4111" y="38"/>
                              </a:lnTo>
                              <a:lnTo>
                                <a:pt x="4066" y="30"/>
                              </a:lnTo>
                              <a:lnTo>
                                <a:pt x="4019" y="21"/>
                              </a:lnTo>
                              <a:lnTo>
                                <a:pt x="3973" y="15"/>
                              </a:lnTo>
                              <a:lnTo>
                                <a:pt x="3925" y="9"/>
                              </a:lnTo>
                              <a:lnTo>
                                <a:pt x="3876" y="5"/>
                              </a:lnTo>
                              <a:lnTo>
                                <a:pt x="3827" y="2"/>
                              </a:lnTo>
                              <a:lnTo>
                                <a:pt x="3778" y="0"/>
                              </a:lnTo>
                              <a:lnTo>
                                <a:pt x="3727" y="0"/>
                              </a:lnTo>
                              <a:lnTo>
                                <a:pt x="3677" y="3"/>
                              </a:lnTo>
                              <a:lnTo>
                                <a:pt x="3626" y="6"/>
                              </a:lnTo>
                              <a:lnTo>
                                <a:pt x="3574" y="11"/>
                              </a:lnTo>
                              <a:lnTo>
                                <a:pt x="3523" y="19"/>
                              </a:lnTo>
                              <a:lnTo>
                                <a:pt x="3470" y="27"/>
                              </a:lnTo>
                              <a:lnTo>
                                <a:pt x="3418" y="38"/>
                              </a:lnTo>
                              <a:lnTo>
                                <a:pt x="3366" y="52"/>
                              </a:lnTo>
                              <a:lnTo>
                                <a:pt x="3313" y="68"/>
                              </a:lnTo>
                              <a:lnTo>
                                <a:pt x="3259" y="86"/>
                              </a:lnTo>
                              <a:lnTo>
                                <a:pt x="3206" y="106"/>
                              </a:lnTo>
                              <a:lnTo>
                                <a:pt x="3154" y="128"/>
                              </a:lnTo>
                              <a:lnTo>
                                <a:pt x="3100" y="154"/>
                              </a:lnTo>
                              <a:lnTo>
                                <a:pt x="3047" y="182"/>
                              </a:lnTo>
                              <a:lnTo>
                                <a:pt x="2993" y="211"/>
                              </a:lnTo>
                              <a:lnTo>
                                <a:pt x="2940" y="244"/>
                              </a:lnTo>
                              <a:lnTo>
                                <a:pt x="2886" y="281"/>
                              </a:lnTo>
                              <a:lnTo>
                                <a:pt x="2834" y="320"/>
                              </a:lnTo>
                              <a:lnTo>
                                <a:pt x="2781" y="362"/>
                              </a:lnTo>
                              <a:lnTo>
                                <a:pt x="2728" y="407"/>
                              </a:lnTo>
                              <a:lnTo>
                                <a:pt x="2676" y="455"/>
                              </a:lnTo>
                              <a:lnTo>
                                <a:pt x="2624" y="507"/>
                              </a:lnTo>
                              <a:lnTo>
                                <a:pt x="2573" y="562"/>
                              </a:lnTo>
                              <a:lnTo>
                                <a:pt x="2521" y="619"/>
                              </a:lnTo>
                              <a:lnTo>
                                <a:pt x="2470" y="68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书本" o:spid="_x0000_s1026" o:spt="100" style="position:absolute;left:0pt;margin-left:42.9pt;margin-top:527.85pt;height:12pt;width:15.3pt;z-index:277434368;v-text-anchor:middle;mso-width-relative:page;mso-height-relative:page;" fillcolor="#FFFFFF [3212]" filled="t" stroked="f" coordsize="4940,3973" o:gfxdata="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" path="m2470,681l2470,681,2419,619,2368,562,2315,507,2264,455,2211,407,2158,362,2106,320,2053,281,2000,244,1946,211,1894,182,1840,154,1787,128,1733,106,1680,86,1628,68,1575,52,1522,38,1469,27,1417,19,1365,11,1314,6,1264,3,1212,0,1163,0,1113,2,1064,5,1016,9,968,15,920,21,875,30,828,38,784,48,740,59,697,71,654,84,614,96,573,111,534,124,496,139,423,169,355,200,292,232,234,263,181,292,135,319,95,345,61,367,16,399,0,411,0,3702,16,3690,61,3658,95,3636,135,3612,181,3583,234,3554,292,3523,355,3493,423,3461,496,3431,534,3417,573,3402,614,3388,654,3375,697,3363,740,3350,784,3339,828,3330,875,3321,920,3312,968,3306,1016,3300,1064,3296,1113,3294,1163,3292,1212,3293,1264,3294,1314,3298,1365,3303,1417,3310,1469,3320,1522,3331,1575,3344,1628,3359,1680,3377,1733,3397,1787,3420,1840,3445,1894,3473,1946,3504,2000,3537,2053,3572,2106,3612,2158,3653,2211,3699,2264,3746,2315,3798,2368,3853,2419,3911,2470,3973,2521,3911,2573,3853,2624,3798,2676,3746,2728,3699,2781,3653,2834,3612,2886,3572,2940,3537,2993,3504,3047,3473,3100,3445,3154,3420,3206,3397,3259,3377,3313,3359,3366,3344,3418,3331,3470,3320,3523,3310,3574,3303,3626,3298,3677,3294,3727,3293,3778,3292,3827,3294,3876,3296,3925,3300,3973,3306,4019,3312,4066,3321,4111,3330,4155,3339,4199,3350,4242,3363,4285,3375,4327,3388,4366,3402,4405,3417,4444,3431,4517,3461,4585,3493,4648,3523,4707,3554,4758,3583,4805,3612,4845,3636,4878,3658,4924,3690,4940,3702,4940,411,4924,399,4878,367,4845,345,4805,319,4758,292,4707,263,4648,232,4585,200,4517,169,4444,139,4405,124,4366,111,4327,96,4285,84,4242,71,4199,59,4155,48,4111,38,4066,30,4019,21,3973,15,3925,9,3876,5,3827,2,3778,0,3727,0,3677,3,3626,6,3574,11,3523,19,3470,27,3418,38,3366,52,3313,68,3259,86,3206,106,3154,128,3100,154,3047,182,2993,211,2940,244,2886,281,2834,320,2781,362,2728,407,2676,455,2624,507,2573,562,2521,619,2470,681xe">
                <v:path o:connectlocs="35918478,8317441;32733132,5357475;29517459,3122723;26286642,1568764;23086112,562380;19931131,88800;16882274,29613;13954801,310783;11224509,873164;8691439,1642759;5384747,2959927;2047728,4721101;0,6082689;925253,54137328;3549382,52598176;7523455,50777815;9920036,49949032;12559348,49283045;15410985,48839040;18383968,48735433;21493439,48987029;24693968,49712204;27909642,50984992;31140458,52864541;34340988,55439690;37465642,58799241;39801571,56209285;42986878,53456534;46217734,51399383;49433408,49978607;52633937,49135018;55773735,48750239;58792227,48779852;61674230,49149824;64343829,49771431;66816246,50570600;70502158,52139365;73490284,53811738;74931285,6082689;73490284,5105917;70502158,3433545;66816246,1835167;64343829,1050765;61674230,444004;58792227,73994;55773735,44381;52633937,399584;49433408,1272787;46217734,2693563;42986878,4735907;39801571,7503465;37465642,10078615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1401984" behindDoc="0" locked="0" layoutInCell="1" allowOverlap="1">
                <wp:simplePos x="0" y="0"/>
                <wp:positionH relativeFrom="column">
                  <wp:posOffset>495935</wp:posOffset>
                </wp:positionH>
                <wp:positionV relativeFrom="paragraph">
                  <wp:posOffset>3486150</wp:posOffset>
                </wp:positionV>
                <wp:extent cx="207645" cy="145415"/>
                <wp:effectExtent l="0" t="0" r="5715" b="6985"/>
                <wp:wrapNone/>
                <wp:docPr id="23" name="文件夹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7645" cy="145415"/>
                        </a:xfrm>
                        <a:custGeom>
                          <a:avLst/>
                          <a:gdLst>
                            <a:gd name="connsiteX0" fmla="*/ 7782622 w 7782622"/>
                            <a:gd name="connsiteY0" fmla="*/ 1956116 h 5514836"/>
                            <a:gd name="connsiteX1" fmla="*/ 1120218 w 7782622"/>
                            <a:gd name="connsiteY1" fmla="*/ 1956116 h 5514836"/>
                            <a:gd name="connsiteX2" fmla="*/ 4 w 7782622"/>
                            <a:gd name="connsiteY2" fmla="*/ 5514836 h 5514836"/>
                            <a:gd name="connsiteX3" fmla="*/ 6662408 w 7782622"/>
                            <a:gd name="connsiteY3" fmla="*/ 5514836 h 5514836"/>
                            <a:gd name="connsiteX4" fmla="*/ 2210075 w 7782622"/>
                            <a:gd name="connsiteY4" fmla="*/ 0 h 5514836"/>
                            <a:gd name="connsiteX5" fmla="*/ 0 w 7782622"/>
                            <a:gd name="connsiteY5" fmla="*/ 0 h 5514836"/>
                            <a:gd name="connsiteX6" fmla="*/ 0 w 7782622"/>
                            <a:gd name="connsiteY6" fmla="*/ 1356040 h 5514836"/>
                            <a:gd name="connsiteX7" fmla="*/ 2 w 7782622"/>
                            <a:gd name="connsiteY7" fmla="*/ 1356040 h 5514836"/>
                            <a:gd name="connsiteX8" fmla="*/ 2 w 7782622"/>
                            <a:gd name="connsiteY8" fmla="*/ 4425111 h 5514836"/>
                            <a:gd name="connsiteX9" fmla="*/ 872566 w 7782622"/>
                            <a:gd name="connsiteY9" fmla="*/ 1653131 h 5514836"/>
                            <a:gd name="connsiteX10" fmla="*/ 6705945 w 7782622"/>
                            <a:gd name="connsiteY10" fmla="*/ 1653131 h 5514836"/>
                            <a:gd name="connsiteX11" fmla="*/ 6705945 w 7782622"/>
                            <a:gd name="connsiteY11" fmla="*/ 984566 h 5514836"/>
                            <a:gd name="connsiteX12" fmla="*/ 2611236 w 7782622"/>
                            <a:gd name="connsiteY12" fmla="*/ 984566 h 55148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7782622" h="5514836">
                              <a:moveTo>
                                <a:pt x="7782622" y="1956116"/>
                              </a:moveTo>
                              <a:lnTo>
                                <a:pt x="1120218" y="1956116"/>
                              </a:lnTo>
                              <a:lnTo>
                                <a:pt x="4" y="5514836"/>
                              </a:lnTo>
                              <a:lnTo>
                                <a:pt x="6662408" y="5514836"/>
                              </a:lnTo>
                              <a:close/>
                              <a:moveTo>
                                <a:pt x="2210075" y="0"/>
                              </a:moveTo>
                              <a:lnTo>
                                <a:pt x="0" y="0"/>
                              </a:lnTo>
                              <a:lnTo>
                                <a:pt x="0" y="1356040"/>
                              </a:lnTo>
                              <a:lnTo>
                                <a:pt x="2" y="1356040"/>
                              </a:lnTo>
                              <a:lnTo>
                                <a:pt x="2" y="4425111"/>
                              </a:lnTo>
                              <a:lnTo>
                                <a:pt x="872566" y="1653131"/>
                              </a:lnTo>
                              <a:lnTo>
                                <a:pt x="6705945" y="1653131"/>
                              </a:lnTo>
                              <a:lnTo>
                                <a:pt x="6705945" y="984566"/>
                              </a:lnTo>
                              <a:lnTo>
                                <a:pt x="2611236" y="9845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件夹" o:spid="_x0000_s1026" o:spt="100" style="position:absolute;left:0pt;flip:x;margin-left:39.05pt;margin-top:274.5pt;height:11.45pt;width:16.35pt;z-index:271401984;v-text-anchor:middle;mso-width-relative:page;mso-height-relative:page;" fillcolor="#FFFFFF [3212]" filled="t" stroked="f" coordsize="7782622,5514836" o:gfxdata="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" path="m7782622,1956116l1120218,1956116,4,5514836,6662408,5514836xm2210075,0l0,0,0,1356040,2,1356040,2,4425111,872566,1653131,6705945,1653131,6705945,984566,2611236,984566xe">
                <v:path o:connectlocs="207645,51578;29888,51578;0,145415;177757,145415;58966,0;0,0;0,35756;0,35756;0,116681;23280,43589;178918,43589;178918,25961;69669,25961" o:connectangles="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5370624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382270</wp:posOffset>
                </wp:positionV>
                <wp:extent cx="173355" cy="173355"/>
                <wp:effectExtent l="0" t="0" r="9525" b="9525"/>
                <wp:wrapNone/>
                <wp:docPr id="161" name="圆弧箭头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" cy="173355"/>
                        </a:xfrm>
                        <a:custGeom>
                          <a:avLst/>
                          <a:gdLst>
                            <a:gd name="connsiteX0" fmla="*/ 84274 w 494050"/>
                            <a:gd name="connsiteY0" fmla="*/ 98107 h 531069"/>
                            <a:gd name="connsiteX1" fmla="*/ 84423 w 494050"/>
                            <a:gd name="connsiteY1" fmla="*/ 98165 h 531069"/>
                            <a:gd name="connsiteX2" fmla="*/ 83683 w 494050"/>
                            <a:gd name="connsiteY2" fmla="*/ 98867 h 531069"/>
                            <a:gd name="connsiteX3" fmla="*/ 423146 w 494050"/>
                            <a:gd name="connsiteY3" fmla="*/ 0 h 531069"/>
                            <a:gd name="connsiteX4" fmla="*/ 395440 w 494050"/>
                            <a:gd name="connsiteY4" fmla="*/ 62229 h 531069"/>
                            <a:gd name="connsiteX5" fmla="*/ 406255 w 494050"/>
                            <a:gd name="connsiteY5" fmla="*/ 71591 h 531069"/>
                            <a:gd name="connsiteX6" fmla="*/ 494044 w 494050"/>
                            <a:gd name="connsiteY6" fmla="*/ 276386 h 531069"/>
                            <a:gd name="connsiteX7" fmla="*/ 493844 w 494050"/>
                            <a:gd name="connsiteY7" fmla="*/ 291720 h 531069"/>
                            <a:gd name="connsiteX8" fmla="*/ 489376 w 494050"/>
                            <a:gd name="connsiteY8" fmla="*/ 331393 h 531069"/>
                            <a:gd name="connsiteX9" fmla="*/ 274337 w 494050"/>
                            <a:gd name="connsiteY9" fmla="*/ 529541 h 531069"/>
                            <a:gd name="connsiteX10" fmla="*/ 20946 w 494050"/>
                            <a:gd name="connsiteY10" fmla="*/ 383604 h 531069"/>
                            <a:gd name="connsiteX11" fmla="*/ 69840 w 494050"/>
                            <a:gd name="connsiteY11" fmla="*/ 111994 h 531069"/>
                            <a:gd name="connsiteX12" fmla="*/ 83683 w 494050"/>
                            <a:gd name="connsiteY12" fmla="*/ 98867 h 531069"/>
                            <a:gd name="connsiteX13" fmla="*/ 82441 w 494050"/>
                            <a:gd name="connsiteY13" fmla="*/ 100464 h 531069"/>
                            <a:gd name="connsiteX14" fmla="*/ 46275 w 494050"/>
                            <a:gd name="connsiteY14" fmla="*/ 342257 h 531069"/>
                            <a:gd name="connsiteX15" fmla="*/ 231312 w 494050"/>
                            <a:gd name="connsiteY15" fmla="*/ 478390 h 531069"/>
                            <a:gd name="connsiteX16" fmla="*/ 425060 w 494050"/>
                            <a:gd name="connsiteY16" fmla="*/ 284642 h 531069"/>
                            <a:gd name="connsiteX17" fmla="*/ 362655 w 494050"/>
                            <a:gd name="connsiteY17" fmla="*/ 142208 h 531069"/>
                            <a:gd name="connsiteX18" fmla="*/ 360587 w 494050"/>
                            <a:gd name="connsiteY18" fmla="*/ 140509 h 531069"/>
                            <a:gd name="connsiteX19" fmla="*/ 336426 w 494050"/>
                            <a:gd name="connsiteY19" fmla="*/ 194776 h 531069"/>
                            <a:gd name="connsiteX20" fmla="*/ 214880 w 494050"/>
                            <a:gd name="connsiteY20" fmla="*/ 23967 h 5310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94050" h="531069">
                              <a:moveTo>
                                <a:pt x="84274" y="98107"/>
                              </a:moveTo>
                              <a:cubicBezTo>
                                <a:pt x="84621" y="97719"/>
                                <a:pt x="84687" y="97734"/>
                                <a:pt x="84423" y="98165"/>
                              </a:cubicBezTo>
                              <a:lnTo>
                                <a:pt x="83683" y="98867"/>
                              </a:lnTo>
                              <a:close/>
                              <a:moveTo>
                                <a:pt x="423146" y="0"/>
                              </a:moveTo>
                              <a:lnTo>
                                <a:pt x="395440" y="62229"/>
                              </a:lnTo>
                              <a:lnTo>
                                <a:pt x="406255" y="71591"/>
                              </a:lnTo>
                              <a:cubicBezTo>
                                <a:pt x="473633" y="133566"/>
                                <a:pt x="493625" y="204832"/>
                                <a:pt x="494044" y="276386"/>
                              </a:cubicBezTo>
                              <a:cubicBezTo>
                                <a:pt x="494073" y="281497"/>
                                <a:pt x="494003" y="286610"/>
                                <a:pt x="493844" y="291720"/>
                              </a:cubicBezTo>
                              <a:cubicBezTo>
                                <a:pt x="493432" y="304888"/>
                                <a:pt x="491960" y="318150"/>
                                <a:pt x="489376" y="331393"/>
                              </a:cubicBezTo>
                              <a:cubicBezTo>
                                <a:pt x="468702" y="437339"/>
                                <a:pt x="381617" y="517584"/>
                                <a:pt x="274337" y="529541"/>
                              </a:cubicBezTo>
                              <a:cubicBezTo>
                                <a:pt x="167057" y="541499"/>
                                <a:pt x="64440" y="482398"/>
                                <a:pt x="20946" y="383604"/>
                              </a:cubicBezTo>
                              <a:cubicBezTo>
                                <a:pt x="-19829" y="290984"/>
                                <a:pt x="215" y="183599"/>
                                <a:pt x="69840" y="111994"/>
                              </a:cubicBezTo>
                              <a:lnTo>
                                <a:pt x="83683" y="98867"/>
                              </a:lnTo>
                              <a:lnTo>
                                <a:pt x="82441" y="100464"/>
                              </a:lnTo>
                              <a:cubicBezTo>
                                <a:pt x="70421" y="116975"/>
                                <a:pt x="13101" y="209765"/>
                                <a:pt x="46275" y="342257"/>
                              </a:cubicBezTo>
                              <a:cubicBezTo>
                                <a:pt x="70805" y="421126"/>
                                <a:pt x="144371" y="478390"/>
                                <a:pt x="231312" y="478390"/>
                              </a:cubicBezTo>
                              <a:cubicBezTo>
                                <a:pt x="338316" y="478390"/>
                                <a:pt x="425060" y="391646"/>
                                <a:pt x="425060" y="284642"/>
                              </a:cubicBezTo>
                              <a:cubicBezTo>
                                <a:pt x="425060" y="228319"/>
                                <a:pt x="401027" y="177609"/>
                                <a:pt x="362655" y="142208"/>
                              </a:cubicBezTo>
                              <a:lnTo>
                                <a:pt x="360587" y="140509"/>
                              </a:lnTo>
                              <a:lnTo>
                                <a:pt x="336426" y="194776"/>
                              </a:lnTo>
                              <a:lnTo>
                                <a:pt x="214880" y="2396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弧箭头" o:spid="_x0000_s1026" o:spt="100" style="position:absolute;left:0pt;margin-left:188pt;margin-top:30.1pt;height:13.65pt;width:13.65pt;z-index:265370624;v-text-anchor:middle;mso-width-relative:page;mso-height-relative:page;" fillcolor="#FFFFFF [3212]" filled="t" stroked="f" coordsize="494050,531069" o:gfxdata="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" path="m84274,98107c84621,97719,84687,97734,84423,98165l83683,98867xm423146,0l395440,62229,406255,71591c473633,133566,493625,204832,494044,276386c494073,281497,494003,286610,493844,291720c493432,304888,491960,318150,489376,331393c468702,437339,381617,517584,274337,529541c167057,541499,64440,482398,20946,383604c-19829,290984,215,183599,69840,111994l83683,98867,82441,100464c70421,116975,13101,209765,46275,342257c70805,421126,144371,478390,231312,478390c338316,478390,425060,391646,425060,284642c425060,228319,401027,177609,362655,142208l360587,140509,336426,194776,214880,23967xe">
                <v:path o:connectlocs="29570,32024;29622,32043;29363,32272;148475,0;138754,20313;142549,23369;173352,90219;173282,95225;171714,108175;96260,172856;7349,125218;24505,36557;29363,32272;28927,32794;16237,111721;81164,156159;149147,92914;127250,46420;126524,45865;118047,63580;75398,7823" o:connectangles="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D10EE"/>
    <w:rsid w:val="0A001AEC"/>
    <w:rsid w:val="0A2550AD"/>
    <w:rsid w:val="168635F6"/>
    <w:rsid w:val="187F7292"/>
    <w:rsid w:val="1EB54317"/>
    <w:rsid w:val="202816DE"/>
    <w:rsid w:val="3B491409"/>
    <w:rsid w:val="3B9C0448"/>
    <w:rsid w:val="3C30381F"/>
    <w:rsid w:val="44EB0FD9"/>
    <w:rsid w:val="4B6A4C7E"/>
    <w:rsid w:val="52BE5DEA"/>
    <w:rsid w:val="575C06F0"/>
    <w:rsid w:val="5B0A3019"/>
    <w:rsid w:val="5C4D10EE"/>
    <w:rsid w:val="5C924068"/>
    <w:rsid w:val="5F4C3D27"/>
    <w:rsid w:val="6A524CFF"/>
    <w:rsid w:val="6E2518C9"/>
    <w:rsid w:val="768528F0"/>
    <w:rsid w:val="76BB175A"/>
    <w:rsid w:val="79800628"/>
    <w:rsid w:val="7A3F1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0010;&#24615;&#23553;&#38754;+&#31616;&#21382;&#27169;&#26495;+&#33258;&#33616;&#20449;-0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个性封面+简历模板+自荐信-01.docx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2017-07-08T14:37:00Z</dcterms:created>
  <dc:creator>kedao</dc:creator>
  <cp:lastModifiedBy>WPS_1528193819</cp:lastModifiedBy>
  <dcterms:modified xsi:type="dcterms:W3CDTF">2018-07-26T05:58:23Z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